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15A8E3E0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</w:t>
            </w:r>
            <w:r w:rsidR="005D39AC">
              <w:rPr>
                <w:rFonts w:cs="Arial"/>
                <w:sz w:val="32"/>
                <w:szCs w:val="32"/>
                <w:lang w:val="fr-FR"/>
              </w:rPr>
              <w:t>6</w:t>
            </w:r>
            <w:r w:rsidRPr="0068759C">
              <w:rPr>
                <w:rFonts w:cs="Arial"/>
                <w:sz w:val="32"/>
                <w:szCs w:val="32"/>
                <w:lang w:val="fr-FR"/>
              </w:rPr>
              <w:t xml:space="preserve">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E271C3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E271C3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E271C3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5D39AC" w14:paraId="290FF8E8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20468D47" w14:textId="77777777" w:rsidR="009622D3" w:rsidRPr="008A3F1E" w:rsidRDefault="00CC231D" w:rsidP="00A2028E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2753CE">
              <w:rPr>
                <w:b/>
                <w:lang w:val="fr-FR"/>
              </w:rPr>
              <w:instrText xml:space="preserve"> FORMCHECKBOX </w:instrText>
            </w:r>
            <w:r w:rsidR="00000000">
              <w:rPr>
                <w:b/>
              </w:rPr>
            </w:r>
            <w:r w:rsidR="0000000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9622D3" w:rsidRPr="009622D3">
              <w:rPr>
                <w:b/>
                <w:lang w:val="fr-FR"/>
              </w:rPr>
              <w:t xml:space="preserve"> </w:t>
            </w:r>
            <w:r w:rsidR="008A3F1E" w:rsidRPr="005D39AC">
              <w:rPr>
                <w:highlight w:val="yellow"/>
                <w:lang w:val="fr-FR"/>
              </w:rPr>
              <w:t>S</w:t>
            </w:r>
            <w:r w:rsidR="0034399E" w:rsidRPr="005D39AC">
              <w:rPr>
                <w:highlight w:val="yellow"/>
                <w:lang w:val="fr-FR"/>
              </w:rPr>
              <w:t>ociété / B</w:t>
            </w:r>
            <w:r w:rsidR="009622D3" w:rsidRPr="005D39AC">
              <w:rPr>
                <w:highlight w:val="yellow"/>
                <w:lang w:val="fr-FR"/>
              </w:rPr>
              <w:t xml:space="preserve">ureau </w:t>
            </w:r>
            <w:bookmarkStart w:id="1" w:name="CaseACocher18"/>
            <w:r w:rsidR="009622D3" w:rsidRPr="005D39AC">
              <w:rPr>
                <w:highlight w:val="yellow"/>
                <w:lang w:val="fr-FR"/>
              </w:rPr>
              <w:t>d’études</w:t>
            </w:r>
            <w:bookmarkEnd w:id="1"/>
            <w:r w:rsidR="00A2028E" w:rsidRPr="005D39AC">
              <w:rPr>
                <w:highlight w:val="yellow"/>
                <w:lang w:val="fr-FR"/>
              </w:rPr>
              <w:t xml:space="preserve"> national(e)</w:t>
            </w:r>
          </w:p>
          <w:p w14:paraId="0CF8F636" w14:textId="5B03C0C1" w:rsidR="00A2028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28E" w:rsidRPr="008A3F1E">
              <w:rPr>
                <w:lang w:val="fr-FR"/>
              </w:rPr>
              <w:instrText xml:space="preserve"> FORMCHECKBOX </w:instrText>
            </w:r>
            <w:r w:rsidR="00000000">
              <w:fldChar w:fldCharType="separate"/>
            </w:r>
            <w:r w:rsidRPr="008A3F1E">
              <w:fldChar w:fldCharType="end"/>
            </w:r>
            <w:r w:rsidR="00A2028E" w:rsidRPr="00A2028E">
              <w:rPr>
                <w:lang w:val="fr-FR"/>
              </w:rPr>
              <w:t xml:space="preserve"> </w:t>
            </w:r>
            <w:r w:rsidR="00A2028E" w:rsidRPr="005D39AC">
              <w:rPr>
                <w:lang w:val="fr-FR"/>
              </w:rPr>
              <w:t xml:space="preserve">Consultant </w:t>
            </w:r>
            <w:r w:rsidR="0034399E" w:rsidRPr="005D39AC">
              <w:rPr>
                <w:lang w:val="fr-FR"/>
              </w:rPr>
              <w:t>indépendant</w:t>
            </w:r>
            <w:r w:rsidR="0034399E">
              <w:rPr>
                <w:lang w:val="fr-FR"/>
              </w:rPr>
              <w:t xml:space="preserve"> </w:t>
            </w:r>
          </w:p>
          <w:p w14:paraId="460A34DB" w14:textId="77777777" w:rsidR="0034399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="00000000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Consultant fonctionnaire de l‘Etat</w:t>
            </w:r>
          </w:p>
          <w:p w14:paraId="109A9B17" w14:textId="77777777" w:rsidR="0034399E" w:rsidRPr="0034399E" w:rsidRDefault="00CC231D" w:rsidP="004F5920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="00000000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</w:t>
            </w:r>
            <w:r w:rsidR="004F5920">
              <w:rPr>
                <w:lang w:val="fr-FR"/>
              </w:rPr>
              <w:t>Bénéficiaire de</w:t>
            </w:r>
            <w:r w:rsidR="0034399E">
              <w:rPr>
                <w:lang w:val="fr-FR"/>
              </w:rPr>
              <w:t xml:space="preserve"> subvention locale</w:t>
            </w:r>
            <w:r w:rsidR="00101B21">
              <w:rPr>
                <w:lang w:val="fr-FR"/>
              </w:rPr>
              <w:t xml:space="preserve"> / Financement</w:t>
            </w: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14:paraId="64CC9839" w14:textId="77777777" w:rsidR="00101B21" w:rsidRPr="00410708" w:rsidRDefault="00101B21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462F3" w:rsidRPr="0034399E" w14:paraId="396663D7" w14:textId="77777777" w:rsidTr="00B462F3">
        <w:trPr>
          <w:cantSplit/>
        </w:trPr>
        <w:tc>
          <w:tcPr>
            <w:tcW w:w="9851" w:type="dxa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5D39AC" w14:paraId="554F0C08" w14:textId="77777777" w:rsidTr="00E64742">
        <w:trPr>
          <w:cantSplit/>
          <w:trHeight w:val="437"/>
        </w:trPr>
        <w:tc>
          <w:tcPr>
            <w:tcW w:w="9851" w:type="dxa"/>
          </w:tcPr>
          <w:p w14:paraId="2F6BCAC7" w14:textId="52E76DDD" w:rsidR="004F5920" w:rsidRPr="00B462F3" w:rsidRDefault="000274AD" w:rsidP="00E64742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 xml:space="preserve">Nom </w:t>
            </w:r>
            <w:r w:rsidR="006A3F10">
              <w:rPr>
                <w:sz w:val="22"/>
                <w:lang w:val="fr-FR"/>
              </w:rPr>
              <w:t xml:space="preserve">et Prénom du </w:t>
            </w:r>
            <w:proofErr w:type="gramStart"/>
            <w:r w:rsidR="005D39AC">
              <w:rPr>
                <w:sz w:val="22"/>
                <w:lang w:val="fr-FR"/>
              </w:rPr>
              <w:t xml:space="preserve">responsable </w:t>
            </w:r>
            <w:r w:rsidR="00E64742">
              <w:rPr>
                <w:sz w:val="22"/>
                <w:lang w:val="fr-FR"/>
              </w:rPr>
              <w:t xml:space="preserve"> </w:t>
            </w:r>
            <w:r w:rsidR="004F5920">
              <w:rPr>
                <w:sz w:val="22"/>
                <w:lang w:val="fr-FR"/>
              </w:rPr>
              <w:t>:</w:t>
            </w:r>
            <w:proofErr w:type="gramEnd"/>
          </w:p>
        </w:tc>
      </w:tr>
      <w:tr w:rsidR="000274AD" w:rsidRPr="00F33AD8" w14:paraId="6036F81F" w14:textId="77777777" w:rsidTr="00B462F3">
        <w:trPr>
          <w:cantSplit/>
        </w:trPr>
        <w:tc>
          <w:tcPr>
            <w:tcW w:w="9851" w:type="dxa"/>
          </w:tcPr>
          <w:p w14:paraId="25704C97" w14:textId="77777777" w:rsidR="000274AD" w:rsidRPr="009972C0" w:rsidRDefault="004F5920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</w:tbl>
    <w:p w14:paraId="5BA39535" w14:textId="77777777" w:rsidR="009972C0" w:rsidRDefault="009972C0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972C0" w:rsidRPr="008A3F1E" w14:paraId="6E674167" w14:textId="77777777" w:rsidTr="009972C0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3CBEC7CA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proofErr w:type="gramStart"/>
            <w:r>
              <w:rPr>
                <w:b/>
                <w:sz w:val="22"/>
                <w:lang w:val="fr-FR"/>
              </w:rPr>
              <w:t>coordonnées</w:t>
            </w:r>
            <w:proofErr w:type="gramEnd"/>
            <w:r>
              <w:rPr>
                <w:b/>
                <w:sz w:val="22"/>
                <w:lang w:val="fr-FR"/>
              </w:rPr>
              <w:t xml:space="preserve"> </w:t>
            </w:r>
            <w:r w:rsidR="005D39AC">
              <w:rPr>
                <w:b/>
                <w:sz w:val="22"/>
                <w:lang w:val="fr-FR"/>
              </w:rPr>
              <w:t>du bureau</w:t>
            </w:r>
          </w:p>
        </w:tc>
      </w:tr>
      <w:tr w:rsidR="008A3F1E" w:rsidRPr="005D39AC" w14:paraId="6E9531B1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0A44F073" w14:textId="411B657E" w:rsidR="009972C0" w:rsidRDefault="008A3F1E" w:rsidP="009D397C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="00E64742">
              <w:rPr>
                <w:sz w:val="16"/>
                <w:szCs w:val="16"/>
                <w:lang w:val="fr-FR"/>
              </w:rPr>
              <w:t xml:space="preserve"> &amp; </w:t>
            </w:r>
            <w:r w:rsidR="00E64742">
              <w:rPr>
                <w:sz w:val="22"/>
                <w:lang w:val="fr-FR"/>
              </w:rPr>
              <w:t>Numéro de téléphone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14:paraId="11C93223" w14:textId="77777777" w:rsidR="009D397C" w:rsidRDefault="009D397C" w:rsidP="009D397C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="00F13CBB" w:rsidRPr="008A3F1E" w14:paraId="56F02D01" w14:textId="77777777" w:rsidTr="00B462F3">
        <w:trPr>
          <w:cantSplit/>
          <w:trHeight w:val="309"/>
        </w:trPr>
        <w:tc>
          <w:tcPr>
            <w:tcW w:w="9851" w:type="dxa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</w:tbl>
    <w:p w14:paraId="64A69437" w14:textId="77777777" w:rsidR="00A2028E" w:rsidRDefault="00A2028E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"/>
        <w:gridCol w:w="9735"/>
        <w:gridCol w:w="98"/>
      </w:tblGrid>
      <w:tr w:rsidR="005E6AE4" w:rsidRPr="0034399E" w14:paraId="0214300B" w14:textId="77777777" w:rsidTr="00E64742">
        <w:trPr>
          <w:cantSplit/>
        </w:trPr>
        <w:tc>
          <w:tcPr>
            <w:tcW w:w="9851" w:type="dxa"/>
            <w:gridSpan w:val="3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Coordonnées bancaires</w:t>
            </w:r>
          </w:p>
        </w:tc>
      </w:tr>
      <w:tr w:rsidR="00A2028E" w:rsidRPr="0034399E" w14:paraId="676534B1" w14:textId="77777777" w:rsidTr="00E64742">
        <w:trPr>
          <w:cantSplit/>
        </w:trPr>
        <w:tc>
          <w:tcPr>
            <w:tcW w:w="9851" w:type="dxa"/>
            <w:gridSpan w:val="3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00E64742">
        <w:trPr>
          <w:cantSplit/>
        </w:trPr>
        <w:tc>
          <w:tcPr>
            <w:tcW w:w="9851" w:type="dxa"/>
            <w:gridSpan w:val="3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00E64742">
        <w:trPr>
          <w:cantSplit/>
        </w:trPr>
        <w:tc>
          <w:tcPr>
            <w:tcW w:w="9851" w:type="dxa"/>
            <w:gridSpan w:val="3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00E64742">
        <w:trPr>
          <w:cantSplit/>
        </w:trPr>
        <w:tc>
          <w:tcPr>
            <w:tcW w:w="9851" w:type="dxa"/>
            <w:gridSpan w:val="3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  <w:tr w:rsidR="004F5920" w:rsidRPr="00B92A3B" w14:paraId="764FA063" w14:textId="77777777" w:rsidTr="00E647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8" w:type="dxa"/>
          <w:wAfter w:w="98" w:type="dxa"/>
        </w:trPr>
        <w:tc>
          <w:tcPr>
            <w:tcW w:w="9735" w:type="dxa"/>
          </w:tcPr>
          <w:p w14:paraId="19A7EA12" w14:textId="77777777" w:rsidR="004F5920" w:rsidRDefault="004F5920" w:rsidP="00297ECF">
            <w:pPr>
              <w:spacing w:before="36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Lieu et Date : …………………………</w:t>
            </w:r>
            <w:proofErr w:type="gramStart"/>
            <w:r>
              <w:rPr>
                <w:b/>
                <w:sz w:val="22"/>
                <w:lang w:val="fr-FR"/>
              </w:rPr>
              <w:t>…….</w:t>
            </w:r>
            <w:proofErr w:type="gramEnd"/>
            <w:r>
              <w:rPr>
                <w:b/>
                <w:sz w:val="22"/>
                <w:lang w:val="fr-FR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1F9F0F27" w14:textId="77777777" w:rsidR="004219CA" w:rsidRDefault="004219CA">
      <w:pPr>
        <w:rPr>
          <w:lang w:val="fr-FR"/>
        </w:rPr>
      </w:pPr>
    </w:p>
    <w:p w14:paraId="2CA1C14E" w14:textId="77777777" w:rsidR="006B7F8A" w:rsidRPr="00C41CBD" w:rsidRDefault="006B7F8A" w:rsidP="00264E3E">
      <w:pPr>
        <w:rPr>
          <w:b/>
          <w:sz w:val="22"/>
          <w:lang w:val="fr-FR"/>
        </w:rPr>
      </w:pPr>
    </w:p>
    <w:sectPr w:rsidR="006B7F8A" w:rsidRPr="00C41CBD" w:rsidSect="00E64742">
      <w:headerReference w:type="default" r:id="rId7"/>
      <w:footerReference w:type="default" r:id="rId8"/>
      <w:pgSz w:w="11906" w:h="16838"/>
      <w:pgMar w:top="141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8F8A7" w14:textId="77777777" w:rsidR="00CA0AAA" w:rsidRDefault="00CA0AAA">
      <w:r>
        <w:separator/>
      </w:r>
    </w:p>
  </w:endnote>
  <w:endnote w:type="continuationSeparator" w:id="0">
    <w:p w14:paraId="166A3036" w14:textId="77777777" w:rsidR="00CA0AAA" w:rsidRDefault="00CA0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3133D" w14:textId="77777777" w:rsidR="00CA0AAA" w:rsidRDefault="00CA0AAA">
      <w:r>
        <w:separator/>
      </w:r>
    </w:p>
  </w:footnote>
  <w:footnote w:type="continuationSeparator" w:id="0">
    <w:p w14:paraId="43D88016" w14:textId="77777777" w:rsidR="00CA0AAA" w:rsidRDefault="00CA0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86988451">
    <w:abstractNumId w:val="0"/>
  </w:num>
  <w:num w:numId="2" w16cid:durableId="626934844">
    <w:abstractNumId w:val="15"/>
  </w:num>
  <w:num w:numId="3" w16cid:durableId="1118329275">
    <w:abstractNumId w:val="19"/>
  </w:num>
  <w:num w:numId="4" w16cid:durableId="64232649">
    <w:abstractNumId w:val="1"/>
  </w:num>
  <w:num w:numId="5" w16cid:durableId="871500935">
    <w:abstractNumId w:val="11"/>
  </w:num>
  <w:num w:numId="6" w16cid:durableId="485753763">
    <w:abstractNumId w:val="4"/>
  </w:num>
  <w:num w:numId="7" w16cid:durableId="1255478749">
    <w:abstractNumId w:val="7"/>
  </w:num>
  <w:num w:numId="8" w16cid:durableId="1843277573">
    <w:abstractNumId w:val="20"/>
  </w:num>
  <w:num w:numId="9" w16cid:durableId="529496766">
    <w:abstractNumId w:val="3"/>
  </w:num>
  <w:num w:numId="10" w16cid:durableId="1019233575">
    <w:abstractNumId w:val="17"/>
  </w:num>
  <w:num w:numId="11" w16cid:durableId="614753816">
    <w:abstractNumId w:val="10"/>
  </w:num>
  <w:num w:numId="12" w16cid:durableId="23747980">
    <w:abstractNumId w:val="13"/>
  </w:num>
  <w:num w:numId="13" w16cid:durableId="731468428">
    <w:abstractNumId w:val="9"/>
  </w:num>
  <w:num w:numId="14" w16cid:durableId="592012068">
    <w:abstractNumId w:val="5"/>
  </w:num>
  <w:num w:numId="15" w16cid:durableId="492061560">
    <w:abstractNumId w:val="18"/>
  </w:num>
  <w:num w:numId="16" w16cid:durableId="322120991">
    <w:abstractNumId w:val="8"/>
  </w:num>
  <w:num w:numId="17" w16cid:durableId="194195190">
    <w:abstractNumId w:val="16"/>
  </w:num>
  <w:num w:numId="18" w16cid:durableId="797378152">
    <w:abstractNumId w:val="15"/>
  </w:num>
  <w:num w:numId="19" w16cid:durableId="1249582744">
    <w:abstractNumId w:val="15"/>
    <w:lvlOverride w:ilvl="0">
      <w:startOverride w:val="5"/>
    </w:lvlOverride>
  </w:num>
  <w:num w:numId="20" w16cid:durableId="6777809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0328212">
    <w:abstractNumId w:val="2"/>
  </w:num>
  <w:num w:numId="22" w16cid:durableId="2002927371">
    <w:abstractNumId w:val="12"/>
  </w:num>
  <w:num w:numId="23" w16cid:durableId="666446063">
    <w:abstractNumId w:val="14"/>
  </w:num>
  <w:num w:numId="24" w16cid:durableId="1265651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37B34"/>
    <w:rsid w:val="00056064"/>
    <w:rsid w:val="000736DF"/>
    <w:rsid w:val="000739FA"/>
    <w:rsid w:val="000A5D2F"/>
    <w:rsid w:val="000A5DF2"/>
    <w:rsid w:val="000C2A66"/>
    <w:rsid w:val="000C7EBC"/>
    <w:rsid w:val="000F2DF2"/>
    <w:rsid w:val="00101B21"/>
    <w:rsid w:val="00132037"/>
    <w:rsid w:val="00157976"/>
    <w:rsid w:val="001639AF"/>
    <w:rsid w:val="00163CEA"/>
    <w:rsid w:val="00172163"/>
    <w:rsid w:val="00174035"/>
    <w:rsid w:val="00180079"/>
    <w:rsid w:val="001814F8"/>
    <w:rsid w:val="0018364F"/>
    <w:rsid w:val="00185A63"/>
    <w:rsid w:val="001879C8"/>
    <w:rsid w:val="001934BA"/>
    <w:rsid w:val="001C0622"/>
    <w:rsid w:val="001D10BF"/>
    <w:rsid w:val="001E5D47"/>
    <w:rsid w:val="001F1424"/>
    <w:rsid w:val="001F216A"/>
    <w:rsid w:val="001F73ED"/>
    <w:rsid w:val="001F7E50"/>
    <w:rsid w:val="00235620"/>
    <w:rsid w:val="00264E3E"/>
    <w:rsid w:val="00266D90"/>
    <w:rsid w:val="002672A3"/>
    <w:rsid w:val="002753CE"/>
    <w:rsid w:val="002764D1"/>
    <w:rsid w:val="0028395F"/>
    <w:rsid w:val="00295552"/>
    <w:rsid w:val="002B14A6"/>
    <w:rsid w:val="002B37E2"/>
    <w:rsid w:val="002D4788"/>
    <w:rsid w:val="002E12A8"/>
    <w:rsid w:val="002E35C1"/>
    <w:rsid w:val="002E6297"/>
    <w:rsid w:val="003063F9"/>
    <w:rsid w:val="00310367"/>
    <w:rsid w:val="003300FF"/>
    <w:rsid w:val="0033538F"/>
    <w:rsid w:val="0034399E"/>
    <w:rsid w:val="00343BB9"/>
    <w:rsid w:val="00356B12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44C6E"/>
    <w:rsid w:val="00561A58"/>
    <w:rsid w:val="00583BEA"/>
    <w:rsid w:val="005A4AB6"/>
    <w:rsid w:val="005B4224"/>
    <w:rsid w:val="005D39AC"/>
    <w:rsid w:val="005D6C9B"/>
    <w:rsid w:val="005E145A"/>
    <w:rsid w:val="005E17D4"/>
    <w:rsid w:val="005E6AE4"/>
    <w:rsid w:val="006010BD"/>
    <w:rsid w:val="0060331D"/>
    <w:rsid w:val="00654FDB"/>
    <w:rsid w:val="006658A6"/>
    <w:rsid w:val="00677EC3"/>
    <w:rsid w:val="00681D31"/>
    <w:rsid w:val="006823DC"/>
    <w:rsid w:val="0068759C"/>
    <w:rsid w:val="00690641"/>
    <w:rsid w:val="00697F82"/>
    <w:rsid w:val="006A3F10"/>
    <w:rsid w:val="006B604A"/>
    <w:rsid w:val="006B6504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57E32"/>
    <w:rsid w:val="00762B40"/>
    <w:rsid w:val="007914DF"/>
    <w:rsid w:val="00793D71"/>
    <w:rsid w:val="007A3704"/>
    <w:rsid w:val="007C0E94"/>
    <w:rsid w:val="007C3B60"/>
    <w:rsid w:val="007F639D"/>
    <w:rsid w:val="008132BD"/>
    <w:rsid w:val="00820BFB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337EA"/>
    <w:rsid w:val="009428FE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2028E"/>
    <w:rsid w:val="00A20FF7"/>
    <w:rsid w:val="00A370AB"/>
    <w:rsid w:val="00A37431"/>
    <w:rsid w:val="00A436DC"/>
    <w:rsid w:val="00A7683F"/>
    <w:rsid w:val="00AC259F"/>
    <w:rsid w:val="00AC2ECC"/>
    <w:rsid w:val="00AF398E"/>
    <w:rsid w:val="00AF3D35"/>
    <w:rsid w:val="00AF4331"/>
    <w:rsid w:val="00B017AA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97598"/>
    <w:rsid w:val="00CA0AAA"/>
    <w:rsid w:val="00CC231D"/>
    <w:rsid w:val="00CD261A"/>
    <w:rsid w:val="00CF01D1"/>
    <w:rsid w:val="00CF72CC"/>
    <w:rsid w:val="00D043B6"/>
    <w:rsid w:val="00D23335"/>
    <w:rsid w:val="00D32CAE"/>
    <w:rsid w:val="00D36FEB"/>
    <w:rsid w:val="00D42C96"/>
    <w:rsid w:val="00D66308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271C3"/>
    <w:rsid w:val="00E64742"/>
    <w:rsid w:val="00E71788"/>
    <w:rsid w:val="00E71E9B"/>
    <w:rsid w:val="00E73C30"/>
    <w:rsid w:val="00E771ED"/>
    <w:rsid w:val="00E915E3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63113"/>
    <w:rsid w:val="00F65A97"/>
    <w:rsid w:val="00F76E3F"/>
    <w:rsid w:val="00FA1EB3"/>
    <w:rsid w:val="00FC3933"/>
    <w:rsid w:val="00FD5C52"/>
    <w:rsid w:val="00FD622D"/>
    <w:rsid w:val="00FF1622"/>
    <w:rsid w:val="00FF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HP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gtz</dc:creator>
  <cp:keywords/>
  <cp:lastModifiedBy>Camara, Fily Pierre GIZ ML</cp:lastModifiedBy>
  <cp:revision>5</cp:revision>
  <cp:lastPrinted>2020-03-16T15:32:00Z</cp:lastPrinted>
  <dcterms:created xsi:type="dcterms:W3CDTF">2024-09-10T12:16:00Z</dcterms:created>
  <dcterms:modified xsi:type="dcterms:W3CDTF">2024-10-14T23:55:00Z</dcterms:modified>
</cp:coreProperties>
</file>