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7E977" w14:textId="77777777" w:rsidR="00CD70FB" w:rsidRDefault="001F26D2" w:rsidP="00EA5BB2">
      <w:pPr>
        <w:pStyle w:val="Titre1"/>
      </w:pPr>
      <w:bookmarkStart w:id="0" w:name="_Toc26197782"/>
      <w:bookmarkStart w:id="1" w:name="_Toc172619262"/>
      <w:r>
        <w:t>Annexe : MODÈLE DE CURRICULUM VITAE (CV) DES EXPERTS</w:t>
      </w:r>
      <w:bookmarkEnd w:id="0"/>
      <w:bookmarkEnd w:id="1"/>
      <w:r>
        <w:t xml:space="preserve">  </w:t>
      </w:r>
    </w:p>
    <w:p w14:paraId="00F4654F" w14:textId="77777777" w:rsidR="00CD70FB" w:rsidRDefault="001F26D2">
      <w:pPr>
        <w:spacing w:after="120"/>
        <w:jc w:val="both"/>
        <w:rPr>
          <w:rFonts w:cs="Arial"/>
        </w:rPr>
      </w:pPr>
      <w:r>
        <w:rPr>
          <w:rFonts w:cs="Arial"/>
        </w:rPr>
        <w:t xml:space="preserve">                    </w:t>
      </w:r>
    </w:p>
    <w:p w14:paraId="3ADF2A77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1) Profession ou spécialisation :</w:t>
      </w:r>
    </w:p>
    <w:p w14:paraId="1E6CFBDD" w14:textId="77777777" w:rsidR="00CD70FB" w:rsidRDefault="00CD70FB">
      <w:pPr>
        <w:jc w:val="both"/>
        <w:rPr>
          <w:rFonts w:cs="Arial"/>
        </w:rPr>
      </w:pPr>
    </w:p>
    <w:p w14:paraId="56070A0D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2) Etat civil :</w:t>
      </w:r>
    </w:p>
    <w:p w14:paraId="67197A79" w14:textId="77777777" w:rsidR="00CD70FB" w:rsidRDefault="00CD70FB">
      <w:pPr>
        <w:ind w:firstLine="540"/>
        <w:jc w:val="both"/>
        <w:rPr>
          <w:rFonts w:cs="Arial"/>
        </w:rPr>
      </w:pPr>
    </w:p>
    <w:p w14:paraId="577C676C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Nom / Prénom :</w:t>
      </w:r>
    </w:p>
    <w:p w14:paraId="5A98708D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Date naissance / Lieu / Nationalité :</w:t>
      </w:r>
    </w:p>
    <w:p w14:paraId="2522B4A8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Adresses postale / Adresse e-mail / site web :</w:t>
      </w:r>
    </w:p>
    <w:p w14:paraId="3F7945EE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Téléphone(s) :</w:t>
      </w:r>
    </w:p>
    <w:p w14:paraId="2A7C9E71" w14:textId="77777777" w:rsidR="00CD70FB" w:rsidRDefault="00CD70FB">
      <w:pPr>
        <w:jc w:val="both"/>
        <w:rPr>
          <w:rFonts w:cs="Arial"/>
        </w:rPr>
      </w:pPr>
    </w:p>
    <w:p w14:paraId="09D72CDF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3) Education formelle / diplômes :</w:t>
      </w:r>
    </w:p>
    <w:p w14:paraId="1EE115FE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1218"/>
        <w:gridCol w:w="1901"/>
        <w:gridCol w:w="1842"/>
      </w:tblGrid>
      <w:tr w:rsidR="00CD70FB" w14:paraId="1B682530" w14:textId="77777777">
        <w:tc>
          <w:tcPr>
            <w:tcW w:w="1809" w:type="dxa"/>
            <w:shd w:val="clear" w:color="auto" w:fill="auto"/>
          </w:tcPr>
          <w:p w14:paraId="3C1586D8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Diplôme</w:t>
            </w:r>
          </w:p>
        </w:tc>
        <w:tc>
          <w:tcPr>
            <w:tcW w:w="2977" w:type="dxa"/>
            <w:shd w:val="clear" w:color="auto" w:fill="auto"/>
          </w:tcPr>
          <w:p w14:paraId="20E2D095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Sujet de mémoire ou thèse</w:t>
            </w:r>
          </w:p>
        </w:tc>
        <w:tc>
          <w:tcPr>
            <w:tcW w:w="1218" w:type="dxa"/>
            <w:shd w:val="clear" w:color="auto" w:fill="auto"/>
          </w:tcPr>
          <w:p w14:paraId="38689BE0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</w:t>
            </w:r>
          </w:p>
        </w:tc>
        <w:tc>
          <w:tcPr>
            <w:tcW w:w="1901" w:type="dxa"/>
            <w:shd w:val="clear" w:color="auto" w:fill="auto"/>
          </w:tcPr>
          <w:p w14:paraId="2030BF9C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Nom institution</w:t>
            </w:r>
          </w:p>
        </w:tc>
        <w:tc>
          <w:tcPr>
            <w:tcW w:w="1842" w:type="dxa"/>
            <w:shd w:val="clear" w:color="auto" w:fill="auto"/>
          </w:tcPr>
          <w:p w14:paraId="09339858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0A0DEA76" w14:textId="77777777">
        <w:tc>
          <w:tcPr>
            <w:tcW w:w="1809" w:type="dxa"/>
            <w:shd w:val="clear" w:color="auto" w:fill="auto"/>
          </w:tcPr>
          <w:p w14:paraId="05676547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6AA5092A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218" w:type="dxa"/>
            <w:shd w:val="clear" w:color="auto" w:fill="auto"/>
          </w:tcPr>
          <w:p w14:paraId="585D8F2F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901" w:type="dxa"/>
            <w:shd w:val="clear" w:color="auto" w:fill="auto"/>
          </w:tcPr>
          <w:p w14:paraId="184AF2BE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0E4F0F62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52E86BC3" w14:textId="77777777" w:rsidR="00CD70FB" w:rsidRDefault="00CD70FB">
      <w:pPr>
        <w:jc w:val="both"/>
        <w:rPr>
          <w:rFonts w:cs="Arial"/>
        </w:rPr>
      </w:pPr>
    </w:p>
    <w:p w14:paraId="397AE8D7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4) Formations supplémentaires :</w:t>
      </w:r>
    </w:p>
    <w:p w14:paraId="3B434125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3119"/>
        <w:gridCol w:w="1842"/>
      </w:tblGrid>
      <w:tr w:rsidR="00CD70FB" w14:paraId="29077003" w14:textId="77777777">
        <w:tc>
          <w:tcPr>
            <w:tcW w:w="1809" w:type="dxa"/>
            <w:shd w:val="clear" w:color="auto" w:fill="auto"/>
          </w:tcPr>
          <w:p w14:paraId="1E26F565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 / Durée</w:t>
            </w:r>
          </w:p>
        </w:tc>
        <w:tc>
          <w:tcPr>
            <w:tcW w:w="2977" w:type="dxa"/>
            <w:shd w:val="clear" w:color="auto" w:fill="auto"/>
          </w:tcPr>
          <w:p w14:paraId="57A0EC12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Domaine</w:t>
            </w:r>
          </w:p>
        </w:tc>
        <w:tc>
          <w:tcPr>
            <w:tcW w:w="3119" w:type="dxa"/>
            <w:shd w:val="clear" w:color="auto" w:fill="auto"/>
          </w:tcPr>
          <w:p w14:paraId="538D5A3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Nom institution</w:t>
            </w:r>
          </w:p>
        </w:tc>
        <w:tc>
          <w:tcPr>
            <w:tcW w:w="1842" w:type="dxa"/>
            <w:shd w:val="clear" w:color="auto" w:fill="auto"/>
          </w:tcPr>
          <w:p w14:paraId="70CAA421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5690A76E" w14:textId="77777777">
        <w:tc>
          <w:tcPr>
            <w:tcW w:w="1809" w:type="dxa"/>
            <w:shd w:val="clear" w:color="auto" w:fill="auto"/>
          </w:tcPr>
          <w:p w14:paraId="1D60FDD5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2CF68695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0895D06F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7669DEAE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0674084C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5) Emplois permanents :</w:t>
      </w:r>
    </w:p>
    <w:p w14:paraId="2C6EFD37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2"/>
        <w:gridCol w:w="2502"/>
        <w:gridCol w:w="2502"/>
        <w:gridCol w:w="2241"/>
      </w:tblGrid>
      <w:tr w:rsidR="00CD70FB" w14:paraId="6869BBB5" w14:textId="77777777">
        <w:tc>
          <w:tcPr>
            <w:tcW w:w="2502" w:type="dxa"/>
            <w:shd w:val="clear" w:color="auto" w:fill="auto"/>
          </w:tcPr>
          <w:p w14:paraId="38F4E3E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 / Durée contrat</w:t>
            </w:r>
          </w:p>
        </w:tc>
        <w:tc>
          <w:tcPr>
            <w:tcW w:w="2502" w:type="dxa"/>
            <w:shd w:val="clear" w:color="auto" w:fill="auto"/>
          </w:tcPr>
          <w:p w14:paraId="25D7BBE2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Fonction</w:t>
            </w:r>
          </w:p>
        </w:tc>
        <w:tc>
          <w:tcPr>
            <w:tcW w:w="2502" w:type="dxa"/>
            <w:shd w:val="clear" w:color="auto" w:fill="auto"/>
          </w:tcPr>
          <w:p w14:paraId="604F91F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Nom structure</w:t>
            </w:r>
          </w:p>
        </w:tc>
        <w:tc>
          <w:tcPr>
            <w:tcW w:w="2241" w:type="dxa"/>
            <w:shd w:val="clear" w:color="auto" w:fill="auto"/>
          </w:tcPr>
          <w:p w14:paraId="679F616F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4D5DDB86" w14:textId="77777777">
        <w:tc>
          <w:tcPr>
            <w:tcW w:w="2502" w:type="dxa"/>
            <w:shd w:val="clear" w:color="auto" w:fill="auto"/>
          </w:tcPr>
          <w:p w14:paraId="3B530D88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7C3B0121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7EA75050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73C0FAAE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7D8895CB" w14:textId="77777777" w:rsidR="00CD70FB" w:rsidRDefault="00CD70FB">
      <w:pPr>
        <w:jc w:val="both"/>
        <w:rPr>
          <w:rFonts w:cs="Arial"/>
        </w:rPr>
      </w:pPr>
    </w:p>
    <w:p w14:paraId="7BE783BB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6) Expérience professionnelle :</w:t>
      </w:r>
    </w:p>
    <w:p w14:paraId="7BB587DA" w14:textId="77777777" w:rsidR="00CD70FB" w:rsidRDefault="00CD70FB">
      <w:pPr>
        <w:jc w:val="both"/>
        <w:rPr>
          <w:rFonts w:cs="Arial"/>
        </w:rPr>
      </w:pPr>
    </w:p>
    <w:p w14:paraId="7E29BE30" w14:textId="77777777" w:rsidR="00CD70FB" w:rsidRDefault="001F26D2">
      <w:p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A regrouper par domaine d’expertise (évaluation, formation, modération, audit etc.)</w:t>
      </w:r>
    </w:p>
    <w:p w14:paraId="22722B5B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548"/>
        <w:gridCol w:w="2952"/>
        <w:gridCol w:w="1006"/>
        <w:gridCol w:w="1843"/>
        <w:gridCol w:w="850"/>
      </w:tblGrid>
      <w:tr w:rsidR="00CD70FB" w14:paraId="6784529F" w14:textId="77777777">
        <w:tc>
          <w:tcPr>
            <w:tcW w:w="1548" w:type="dxa"/>
            <w:shd w:val="clear" w:color="auto" w:fill="auto"/>
          </w:tcPr>
          <w:p w14:paraId="10F5F58A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Domaine d’expertise</w:t>
            </w:r>
          </w:p>
        </w:tc>
        <w:tc>
          <w:tcPr>
            <w:tcW w:w="1548" w:type="dxa"/>
            <w:shd w:val="clear" w:color="auto" w:fill="auto"/>
          </w:tcPr>
          <w:p w14:paraId="46D95A71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Intitulé de l’étude, de la prestation</w:t>
            </w:r>
          </w:p>
        </w:tc>
        <w:tc>
          <w:tcPr>
            <w:tcW w:w="2952" w:type="dxa"/>
            <w:shd w:val="clear" w:color="auto" w:fill="auto"/>
          </w:tcPr>
          <w:p w14:paraId="1B6F7A71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Responsabilité (chef d’équipe, membre d’équipe, stagiaire etc.)</w:t>
            </w:r>
          </w:p>
        </w:tc>
        <w:tc>
          <w:tcPr>
            <w:tcW w:w="1006" w:type="dxa"/>
            <w:shd w:val="clear" w:color="auto" w:fill="auto"/>
          </w:tcPr>
          <w:p w14:paraId="1EB90F47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</w:t>
            </w:r>
          </w:p>
        </w:tc>
        <w:tc>
          <w:tcPr>
            <w:tcW w:w="1843" w:type="dxa"/>
            <w:shd w:val="clear" w:color="auto" w:fill="auto"/>
          </w:tcPr>
          <w:p w14:paraId="3C8BE28C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Commanditaire</w:t>
            </w:r>
          </w:p>
        </w:tc>
        <w:tc>
          <w:tcPr>
            <w:tcW w:w="850" w:type="dxa"/>
            <w:shd w:val="clear" w:color="auto" w:fill="auto"/>
          </w:tcPr>
          <w:p w14:paraId="5D7EE0D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625EF167" w14:textId="77777777">
        <w:tc>
          <w:tcPr>
            <w:tcW w:w="1548" w:type="dxa"/>
            <w:shd w:val="clear" w:color="auto" w:fill="auto"/>
          </w:tcPr>
          <w:p w14:paraId="5A6298A5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548" w:type="dxa"/>
            <w:shd w:val="clear" w:color="auto" w:fill="auto"/>
          </w:tcPr>
          <w:p w14:paraId="1386C796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952" w:type="dxa"/>
            <w:shd w:val="clear" w:color="auto" w:fill="auto"/>
          </w:tcPr>
          <w:p w14:paraId="34A39092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006" w:type="dxa"/>
            <w:shd w:val="clear" w:color="auto" w:fill="auto"/>
          </w:tcPr>
          <w:p w14:paraId="01EE0B08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2429EB27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772F0851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6F5FDE7F" w14:textId="77777777" w:rsidR="00CD70FB" w:rsidRDefault="00CD70FB">
      <w:pPr>
        <w:jc w:val="both"/>
        <w:rPr>
          <w:rFonts w:cs="Arial"/>
        </w:rPr>
      </w:pPr>
    </w:p>
    <w:p w14:paraId="4BE7A56C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7) Langues :</w:t>
      </w:r>
    </w:p>
    <w:p w14:paraId="10C200AC" w14:textId="77777777" w:rsidR="00CD70FB" w:rsidRDefault="00CD70FB">
      <w:pPr>
        <w:jc w:val="both"/>
        <w:rPr>
          <w:rFonts w:cs="Arial"/>
          <w:u w:val="single"/>
        </w:rPr>
      </w:pPr>
    </w:p>
    <w:p w14:paraId="7DA07131" w14:textId="77777777" w:rsidR="00CD70FB" w:rsidRDefault="001F26D2">
      <w:p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A préciser : excellent / bon / moyen / faible</w:t>
      </w:r>
    </w:p>
    <w:p w14:paraId="0F23532C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2"/>
        <w:gridCol w:w="2502"/>
        <w:gridCol w:w="2502"/>
        <w:gridCol w:w="2241"/>
      </w:tblGrid>
      <w:tr w:rsidR="00CD70FB" w14:paraId="7E89D6B6" w14:textId="77777777">
        <w:tc>
          <w:tcPr>
            <w:tcW w:w="2502" w:type="dxa"/>
            <w:shd w:val="clear" w:color="auto" w:fill="auto"/>
          </w:tcPr>
          <w:p w14:paraId="593A87E3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Langue</w:t>
            </w:r>
          </w:p>
        </w:tc>
        <w:tc>
          <w:tcPr>
            <w:tcW w:w="2502" w:type="dxa"/>
            <w:shd w:val="clear" w:color="auto" w:fill="auto"/>
          </w:tcPr>
          <w:p w14:paraId="357C058E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Parler</w:t>
            </w:r>
          </w:p>
        </w:tc>
        <w:tc>
          <w:tcPr>
            <w:tcW w:w="2502" w:type="dxa"/>
            <w:shd w:val="clear" w:color="auto" w:fill="auto"/>
          </w:tcPr>
          <w:p w14:paraId="71EDD640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Lire</w:t>
            </w:r>
          </w:p>
        </w:tc>
        <w:tc>
          <w:tcPr>
            <w:tcW w:w="2241" w:type="dxa"/>
            <w:shd w:val="clear" w:color="auto" w:fill="auto"/>
          </w:tcPr>
          <w:p w14:paraId="4C4141E5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Ecrire</w:t>
            </w:r>
          </w:p>
        </w:tc>
      </w:tr>
      <w:tr w:rsidR="00CD70FB" w14:paraId="2423DE7B" w14:textId="77777777">
        <w:tc>
          <w:tcPr>
            <w:tcW w:w="2502" w:type="dxa"/>
            <w:shd w:val="clear" w:color="auto" w:fill="auto"/>
          </w:tcPr>
          <w:p w14:paraId="08FF133C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3C9195E0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382F8B3E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12FD8D56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</w:tr>
    </w:tbl>
    <w:p w14:paraId="0F1ADE0B" w14:textId="77777777" w:rsidR="00CD70FB" w:rsidRDefault="00CD70FB">
      <w:pPr>
        <w:spacing w:after="120"/>
        <w:jc w:val="both"/>
        <w:rPr>
          <w:rFonts w:cs="Arial"/>
        </w:rPr>
      </w:pPr>
    </w:p>
    <w:p w14:paraId="14C4F8CE" w14:textId="77777777" w:rsidR="00CD70FB" w:rsidRDefault="001F26D2">
      <w:pPr>
        <w:spacing w:after="120"/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8) Connaissances spéciales (en rapport aux tâches à exécuter) :</w:t>
      </w:r>
    </w:p>
    <w:p w14:paraId="6389C223" w14:textId="77777777" w:rsidR="00CD70FB" w:rsidRDefault="001F26D2">
      <w:pPr>
        <w:spacing w:after="120"/>
        <w:jc w:val="both"/>
        <w:rPr>
          <w:rFonts w:cs="Arial"/>
        </w:rPr>
      </w:pPr>
      <w:r>
        <w:rPr>
          <w:rFonts w:cs="Arial"/>
        </w:rPr>
        <w:t>Informatique, autres …</w:t>
      </w:r>
    </w:p>
    <w:p w14:paraId="36E9A79C" w14:textId="77777777" w:rsidR="00CD70FB" w:rsidRDefault="00CD70FB">
      <w:pPr>
        <w:rPr>
          <w:rFonts w:cs="Arial"/>
        </w:rPr>
      </w:pPr>
    </w:p>
    <w:p w14:paraId="3CCFDEEB" w14:textId="77777777" w:rsidR="00CD70FB" w:rsidRDefault="00CD70FB">
      <w:pPr>
        <w:rPr>
          <w:rFonts w:cs="Arial"/>
        </w:rPr>
      </w:pPr>
    </w:p>
    <w:p w14:paraId="0DA7AFA5" w14:textId="77777777" w:rsidR="00CD70FB" w:rsidRDefault="00CD70FB">
      <w:pPr>
        <w:rPr>
          <w:rFonts w:cs="Arial"/>
        </w:rPr>
      </w:pPr>
    </w:p>
    <w:p w14:paraId="750A1159" w14:textId="77777777" w:rsidR="00CD70FB" w:rsidRDefault="00CD70FB">
      <w:pPr>
        <w:rPr>
          <w:rFonts w:cs="Arial"/>
        </w:rPr>
      </w:pPr>
    </w:p>
    <w:p w14:paraId="1E487D51" w14:textId="77777777" w:rsidR="00CD70FB" w:rsidRDefault="00CD70FB">
      <w:pPr>
        <w:rPr>
          <w:rFonts w:cs="Arial"/>
        </w:rPr>
      </w:pPr>
    </w:p>
    <w:p w14:paraId="5DFC5B2D" w14:textId="77777777" w:rsidR="00CD70FB" w:rsidRDefault="00CD70FB">
      <w:pPr>
        <w:rPr>
          <w:rFonts w:cs="Arial"/>
        </w:rPr>
      </w:pPr>
    </w:p>
    <w:p w14:paraId="3542A384" w14:textId="77777777" w:rsidR="00CD70FB" w:rsidRDefault="00CD70FB">
      <w:pPr>
        <w:rPr>
          <w:rFonts w:cs="Arial"/>
        </w:rPr>
      </w:pPr>
    </w:p>
    <w:p w14:paraId="5887D472" w14:textId="77777777" w:rsidR="00CD70FB" w:rsidRDefault="00CD70FB">
      <w:pPr>
        <w:rPr>
          <w:rFonts w:cs="Arial"/>
        </w:rPr>
      </w:pPr>
    </w:p>
    <w:p w14:paraId="6DEDFCEB" w14:textId="77777777" w:rsidR="00CD70FB" w:rsidRDefault="00CD70FB">
      <w:pPr>
        <w:rPr>
          <w:rFonts w:cs="Arial"/>
        </w:rPr>
      </w:pPr>
    </w:p>
    <w:p w14:paraId="5E0CA59A" w14:textId="77777777" w:rsidR="00CD70FB" w:rsidRDefault="00CD70FB">
      <w:pPr>
        <w:rPr>
          <w:rFonts w:cs="Arial"/>
        </w:rPr>
      </w:pPr>
    </w:p>
    <w:p w14:paraId="2639E3E2" w14:textId="77777777" w:rsidR="00CD70FB" w:rsidRDefault="00CD70FB">
      <w:pPr>
        <w:rPr>
          <w:rFonts w:cs="Arial"/>
        </w:rPr>
      </w:pPr>
    </w:p>
    <w:p w14:paraId="15E80DE6" w14:textId="77777777" w:rsidR="00CD70FB" w:rsidRDefault="00CD70FB">
      <w:pPr>
        <w:rPr>
          <w:rFonts w:cs="Arial"/>
        </w:rPr>
      </w:pPr>
    </w:p>
    <w:p w14:paraId="0269FE42" w14:textId="77777777" w:rsidR="00CD70FB" w:rsidRDefault="00CD70FB">
      <w:pPr>
        <w:rPr>
          <w:rFonts w:cs="Arial"/>
        </w:rPr>
      </w:pPr>
    </w:p>
    <w:p w14:paraId="374BEB51" w14:textId="77777777" w:rsidR="00CD70FB" w:rsidRDefault="00CD70FB">
      <w:pPr>
        <w:rPr>
          <w:rFonts w:cs="Arial"/>
        </w:rPr>
      </w:pPr>
    </w:p>
    <w:p w14:paraId="768F44E3" w14:textId="77777777" w:rsidR="00CD70FB" w:rsidRDefault="001F26D2">
      <w:pPr>
        <w:pStyle w:val="Titre1"/>
        <w:numPr>
          <w:ilvl w:val="1"/>
          <w:numId w:val="3"/>
        </w:numPr>
      </w:pPr>
      <w:bookmarkStart w:id="2" w:name="_Toc172619263"/>
      <w:r>
        <w:t>Annexe : Modèle de Budget Estimatif</w:t>
      </w:r>
      <w:bookmarkEnd w:id="2"/>
      <w:r>
        <w:t xml:space="preserve"> </w:t>
      </w:r>
    </w:p>
    <w:p w14:paraId="0BBDC692" w14:textId="77777777" w:rsidR="00CD70FB" w:rsidRDefault="00CD70FB"/>
    <w:p w14:paraId="7152ADBA" w14:textId="637847FE" w:rsidR="007D6A47" w:rsidRDefault="007D6A47">
      <w:pPr>
        <w:sectPr w:rsidR="007D6A47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566" w:bottom="1276" w:left="1276" w:header="425" w:footer="567" w:gutter="0"/>
          <w:cols w:space="708"/>
          <w:titlePg/>
          <w:docGrid w:linePitch="360"/>
        </w:sectPr>
      </w:pPr>
      <w:r w:rsidRPr="007D6A47">
        <w:rPr>
          <w:noProof/>
        </w:rPr>
        <w:drawing>
          <wp:inline distT="0" distB="0" distL="0" distR="0" wp14:anchorId="4C45A2E4" wp14:editId="3D81A078">
            <wp:extent cx="6390640" cy="3916069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3916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F9CC1" w14:textId="77777777" w:rsidR="00CD70FB" w:rsidRDefault="001F26D2">
      <w:pPr>
        <w:pStyle w:val="Titre1"/>
        <w:numPr>
          <w:ilvl w:val="1"/>
          <w:numId w:val="3"/>
        </w:numPr>
      </w:pPr>
      <w:bookmarkStart w:id="3" w:name="_Toc172619264"/>
      <w:r>
        <w:t>ETAT SITUATIONNEL DES RADIOS</w:t>
      </w:r>
      <w:bookmarkEnd w:id="3"/>
    </w:p>
    <w:p w14:paraId="1C8D460C" w14:textId="77777777" w:rsidR="00CD70FB" w:rsidRDefault="001F26D2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0</w:t>
      </w:r>
      <w:r w:rsidR="00B2097D">
        <w:rPr>
          <w:rFonts w:cs="Arial"/>
          <w:b/>
          <w:bCs/>
        </w:rPr>
        <w:t>9</w:t>
      </w:r>
      <w:r>
        <w:rPr>
          <w:rFonts w:cs="Arial"/>
          <w:b/>
          <w:bCs/>
        </w:rPr>
        <w:t xml:space="preserve"> Radios au total pour l’ensemble des sites</w:t>
      </w:r>
    </w:p>
    <w:tbl>
      <w:tblPr>
        <w:tblStyle w:val="Grilledutableau"/>
        <w:tblW w:w="15168" w:type="dxa"/>
        <w:tblInd w:w="-1139" w:type="dxa"/>
        <w:tblLook w:val="04A0" w:firstRow="1" w:lastRow="0" w:firstColumn="1" w:lastColumn="0" w:noHBand="0" w:noVBand="1"/>
      </w:tblPr>
      <w:tblGrid>
        <w:gridCol w:w="375"/>
        <w:gridCol w:w="1415"/>
        <w:gridCol w:w="1880"/>
        <w:gridCol w:w="1451"/>
        <w:gridCol w:w="901"/>
        <w:gridCol w:w="3476"/>
        <w:gridCol w:w="2976"/>
        <w:gridCol w:w="2694"/>
      </w:tblGrid>
      <w:tr w:rsidR="00107BC4" w:rsidRPr="00BC0780" w14:paraId="31468A62" w14:textId="77777777" w:rsidTr="008555B7">
        <w:trPr>
          <w:trHeight w:val="454"/>
          <w:tblHeader/>
        </w:trPr>
        <w:tc>
          <w:tcPr>
            <w:tcW w:w="375" w:type="dxa"/>
            <w:shd w:val="clear" w:color="auto" w:fill="F2F2F2" w:themeFill="background1" w:themeFillShade="F2"/>
          </w:tcPr>
          <w:p w14:paraId="72C4FB18" w14:textId="77777777" w:rsidR="00107BC4" w:rsidRPr="005E0515" w:rsidRDefault="00107BC4" w:rsidP="008555B7">
            <w:pPr>
              <w:rPr>
                <w:rFonts w:cs="Arial"/>
                <w:b/>
              </w:rPr>
            </w:pPr>
            <w:r w:rsidRPr="005E0515">
              <w:rPr>
                <w:rFonts w:cs="Arial"/>
                <w:b/>
              </w:rPr>
              <w:t>N</w:t>
            </w:r>
          </w:p>
        </w:tc>
        <w:tc>
          <w:tcPr>
            <w:tcW w:w="1415" w:type="dxa"/>
            <w:shd w:val="clear" w:color="auto" w:fill="F2F2F2" w:themeFill="background1" w:themeFillShade="F2"/>
          </w:tcPr>
          <w:p w14:paraId="09E1C587" w14:textId="77777777" w:rsidR="00107BC4" w:rsidRPr="005E0515" w:rsidRDefault="00107BC4" w:rsidP="008555B7">
            <w:pPr>
              <w:rPr>
                <w:rFonts w:cs="Arial"/>
                <w:b/>
              </w:rPr>
            </w:pPr>
            <w:r w:rsidRPr="005E0515">
              <w:rPr>
                <w:rFonts w:cs="Arial"/>
                <w:b/>
              </w:rPr>
              <w:t>Radios Partenaires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35637E9F" w14:textId="77777777" w:rsidR="00107BC4" w:rsidRPr="005E0515" w:rsidRDefault="00107BC4" w:rsidP="008555B7">
            <w:pPr>
              <w:rPr>
                <w:rFonts w:cs="Arial"/>
                <w:b/>
              </w:rPr>
            </w:pPr>
            <w:r w:rsidRPr="005E0515">
              <w:rPr>
                <w:rFonts w:cs="Arial"/>
                <w:b/>
              </w:rPr>
              <w:t>Localités</w:t>
            </w:r>
          </w:p>
        </w:tc>
        <w:tc>
          <w:tcPr>
            <w:tcW w:w="1451" w:type="dxa"/>
            <w:shd w:val="clear" w:color="auto" w:fill="F2F2F2" w:themeFill="background1" w:themeFillShade="F2"/>
          </w:tcPr>
          <w:p w14:paraId="44FD648A" w14:textId="77777777" w:rsidR="00107BC4" w:rsidRPr="005E0515" w:rsidRDefault="00107BC4" w:rsidP="008555B7">
            <w:pPr>
              <w:rPr>
                <w:rFonts w:cs="Arial"/>
                <w:b/>
              </w:rPr>
            </w:pPr>
            <w:r w:rsidRPr="005E0515">
              <w:rPr>
                <w:rFonts w:cs="Arial"/>
                <w:b/>
              </w:rPr>
              <w:t>Fréquences</w:t>
            </w:r>
          </w:p>
        </w:tc>
        <w:tc>
          <w:tcPr>
            <w:tcW w:w="901" w:type="dxa"/>
            <w:shd w:val="clear" w:color="auto" w:fill="F2F2F2" w:themeFill="background1" w:themeFillShade="F2"/>
          </w:tcPr>
          <w:p w14:paraId="4806E69D" w14:textId="77777777" w:rsidR="00107BC4" w:rsidRPr="005E0515" w:rsidRDefault="00107BC4" w:rsidP="008555B7">
            <w:pPr>
              <w:rPr>
                <w:rFonts w:cs="Arial"/>
                <w:b/>
              </w:rPr>
            </w:pPr>
            <w:r w:rsidRPr="005E0515">
              <w:rPr>
                <w:rFonts w:cs="Arial"/>
                <w:b/>
              </w:rPr>
              <w:t>Portée</w:t>
            </w:r>
          </w:p>
        </w:tc>
        <w:tc>
          <w:tcPr>
            <w:tcW w:w="3476" w:type="dxa"/>
            <w:shd w:val="clear" w:color="auto" w:fill="F2F2F2" w:themeFill="background1" w:themeFillShade="F2"/>
          </w:tcPr>
          <w:p w14:paraId="4BC9DEC4" w14:textId="77777777" w:rsidR="00107BC4" w:rsidRPr="005E0515" w:rsidRDefault="00107BC4" w:rsidP="008555B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Contacts Directeurs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1A73D4DB" w14:textId="77777777" w:rsidR="00107BC4" w:rsidRPr="00BC0780" w:rsidRDefault="00107BC4" w:rsidP="008555B7">
            <w:pPr>
              <w:ind w:hanging="151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Adresse Mail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68B98C41" w14:textId="77777777" w:rsidR="00107BC4" w:rsidRPr="00FD4C54" w:rsidRDefault="00107BC4" w:rsidP="008555B7">
            <w:pPr>
              <w:ind w:hanging="151"/>
              <w:jc w:val="center"/>
              <w:rPr>
                <w:rFonts w:cs="Arial"/>
                <w:b/>
              </w:rPr>
            </w:pPr>
            <w:r w:rsidRPr="00FD4C54">
              <w:rPr>
                <w:rFonts w:cs="Arial"/>
                <w:b/>
              </w:rPr>
              <w:t>MANDAT</w:t>
            </w:r>
          </w:p>
        </w:tc>
      </w:tr>
      <w:tr w:rsidR="00107BC4" w:rsidRPr="005E0515" w14:paraId="4ADCBDF2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7A37933C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4118697F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CB2051">
              <w:rPr>
                <w:rFonts w:cs="Arial"/>
                <w:b/>
                <w:bCs/>
              </w:rPr>
              <w:t>Nyètaablon</w:t>
            </w:r>
            <w:proofErr w:type="spellEnd"/>
            <w:r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1880" w:type="dxa"/>
            <w:shd w:val="clear" w:color="auto" w:fill="auto"/>
          </w:tcPr>
          <w:p w14:paraId="6093FAFC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Koula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14:paraId="28108B30" w14:textId="77777777" w:rsidR="00107BC4" w:rsidRPr="005E0515" w:rsidRDefault="00107BC4" w:rsidP="008555B7">
            <w:pPr>
              <w:rPr>
                <w:rFonts w:cs="Arial"/>
              </w:rPr>
            </w:pPr>
            <w:r w:rsidRPr="00CB2051">
              <w:rPr>
                <w:rFonts w:cs="Arial"/>
              </w:rPr>
              <w:t>93.3 MHZ</w:t>
            </w:r>
          </w:p>
        </w:tc>
        <w:tc>
          <w:tcPr>
            <w:tcW w:w="901" w:type="dxa"/>
            <w:shd w:val="clear" w:color="auto" w:fill="auto"/>
          </w:tcPr>
          <w:p w14:paraId="1DB86AA9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80km</w:t>
            </w:r>
          </w:p>
        </w:tc>
        <w:tc>
          <w:tcPr>
            <w:tcW w:w="3476" w:type="dxa"/>
            <w:shd w:val="clear" w:color="auto" w:fill="auto"/>
          </w:tcPr>
          <w:p w14:paraId="46E08E0A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Lassine</w:t>
            </w:r>
            <w:proofErr w:type="spellEnd"/>
            <w:r>
              <w:rPr>
                <w:rFonts w:cs="Arial"/>
              </w:rPr>
              <w:t xml:space="preserve"> CISSE, tel : </w:t>
            </w:r>
            <w:r w:rsidRPr="00CB2051">
              <w:rPr>
                <w:rFonts w:cs="Arial"/>
              </w:rPr>
              <w:t>82 67 54 77/79 21 17 29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14:paraId="2FB5FBC3" w14:textId="77777777" w:rsidR="00107BC4" w:rsidRPr="005E0515" w:rsidRDefault="00000000" w:rsidP="008555B7">
            <w:pPr>
              <w:rPr>
                <w:rFonts w:cs="Arial"/>
              </w:rPr>
            </w:pPr>
            <w:hyperlink r:id="rId17" w:history="1">
              <w:r w:rsidR="00107BC4" w:rsidRPr="00BD2C59">
                <w:rPr>
                  <w:rStyle w:val="Lienhypertexte"/>
                  <w:rFonts w:cs="Arial"/>
                </w:rPr>
                <w:t>lassinecisse@yahoo.fr</w:t>
              </w:r>
            </w:hyperlink>
            <w:r w:rsidR="00107BC4"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7388316B" w14:textId="77777777" w:rsidR="00107BC4" w:rsidRPr="00FD4C54" w:rsidRDefault="00107BC4" w:rsidP="008555B7">
            <w:pPr>
              <w:rPr>
                <w:rFonts w:cs="Arial"/>
              </w:rPr>
            </w:pPr>
            <w:r w:rsidRPr="00FD4C54">
              <w:rPr>
                <w:rFonts w:cs="Arial"/>
              </w:rPr>
              <w:t xml:space="preserve"> Diffusion</w:t>
            </w:r>
            <w:r>
              <w:rPr>
                <w:rFonts w:cs="Arial"/>
              </w:rPr>
              <w:t xml:space="preserve"> Uniquement</w:t>
            </w:r>
          </w:p>
        </w:tc>
      </w:tr>
      <w:tr w:rsidR="00107BC4" w:rsidRPr="005E0515" w14:paraId="62468768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116FD24C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09E357DF" w14:textId="77777777" w:rsidR="00107BC4" w:rsidRPr="00596B2A" w:rsidRDefault="00107BC4" w:rsidP="008555B7">
            <w:pPr>
              <w:rPr>
                <w:rFonts w:cs="Arial"/>
              </w:rPr>
            </w:pPr>
            <w:r w:rsidRPr="00596B2A">
              <w:rPr>
                <w:rFonts w:cs="Arial"/>
              </w:rPr>
              <w:t xml:space="preserve">ID FM </w:t>
            </w:r>
          </w:p>
        </w:tc>
        <w:tc>
          <w:tcPr>
            <w:tcW w:w="1880" w:type="dxa"/>
            <w:shd w:val="clear" w:color="auto" w:fill="auto"/>
          </w:tcPr>
          <w:p w14:paraId="71AECA92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Koulikoro</w:t>
            </w:r>
          </w:p>
        </w:tc>
        <w:tc>
          <w:tcPr>
            <w:tcW w:w="1451" w:type="dxa"/>
            <w:shd w:val="clear" w:color="auto" w:fill="auto"/>
          </w:tcPr>
          <w:p w14:paraId="599E2498" w14:textId="77777777" w:rsidR="00107BC4" w:rsidRPr="005E0515" w:rsidRDefault="00107BC4" w:rsidP="008555B7">
            <w:pPr>
              <w:rPr>
                <w:rFonts w:cs="Arial"/>
              </w:rPr>
            </w:pPr>
            <w:r w:rsidRPr="00CB2051">
              <w:rPr>
                <w:rFonts w:cs="Arial"/>
              </w:rPr>
              <w:t>99.9 MHZ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901" w:type="dxa"/>
            <w:shd w:val="clear" w:color="auto" w:fill="auto"/>
          </w:tcPr>
          <w:p w14:paraId="22EEC83E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100km</w:t>
            </w:r>
          </w:p>
        </w:tc>
        <w:tc>
          <w:tcPr>
            <w:tcW w:w="3476" w:type="dxa"/>
            <w:shd w:val="clear" w:color="auto" w:fill="auto"/>
          </w:tcPr>
          <w:p w14:paraId="3D84B104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 xml:space="preserve">Mamadou Keita, Tel : </w:t>
            </w:r>
            <w:r w:rsidRPr="00CB2051">
              <w:rPr>
                <w:rFonts w:cs="Arial"/>
              </w:rPr>
              <w:t>76 38 33 67</w:t>
            </w:r>
          </w:p>
        </w:tc>
        <w:tc>
          <w:tcPr>
            <w:tcW w:w="2976" w:type="dxa"/>
            <w:shd w:val="clear" w:color="auto" w:fill="auto"/>
          </w:tcPr>
          <w:p w14:paraId="2687ACAA" w14:textId="77777777" w:rsidR="00107BC4" w:rsidRPr="005E0515" w:rsidRDefault="00000000" w:rsidP="008555B7">
            <w:pPr>
              <w:rPr>
                <w:rFonts w:cs="Arial"/>
              </w:rPr>
            </w:pPr>
            <w:hyperlink r:id="rId18" w:history="1">
              <w:r w:rsidR="00107BC4" w:rsidRPr="00BD2C59">
                <w:rPr>
                  <w:rStyle w:val="Lienhypertexte"/>
                  <w:rFonts w:cs="Arial"/>
                </w:rPr>
                <w:t>keiteconso@gmail.com</w:t>
              </w:r>
            </w:hyperlink>
            <w:r w:rsidR="00107BC4"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3DF7B0CD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5E0515" w14:paraId="3A566679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46C57FF1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21CA0E41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Benkadi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14:paraId="5F9194F3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Sanakoroba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14:paraId="6F0C1719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103.8MHZ</w:t>
            </w:r>
          </w:p>
        </w:tc>
        <w:tc>
          <w:tcPr>
            <w:tcW w:w="901" w:type="dxa"/>
            <w:shd w:val="clear" w:color="auto" w:fill="auto"/>
          </w:tcPr>
          <w:p w14:paraId="3DDF1EB5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5E0515">
              <w:rPr>
                <w:rFonts w:cs="Arial"/>
              </w:rPr>
              <w:t>0km</w:t>
            </w:r>
          </w:p>
        </w:tc>
        <w:tc>
          <w:tcPr>
            <w:tcW w:w="3476" w:type="dxa"/>
            <w:shd w:val="clear" w:color="auto" w:fill="auto"/>
          </w:tcPr>
          <w:p w14:paraId="33A9CCB6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Drissa Kanté Directeur tél 76282540</w:t>
            </w:r>
          </w:p>
        </w:tc>
        <w:tc>
          <w:tcPr>
            <w:tcW w:w="2976" w:type="dxa"/>
            <w:shd w:val="clear" w:color="auto" w:fill="auto"/>
          </w:tcPr>
          <w:p w14:paraId="141F3C7C" w14:textId="77777777" w:rsidR="00107BC4" w:rsidRPr="005E0515" w:rsidRDefault="00000000" w:rsidP="008555B7">
            <w:pPr>
              <w:rPr>
                <w:rFonts w:cs="Arial"/>
              </w:rPr>
            </w:pPr>
            <w:hyperlink r:id="rId19" w:history="1">
              <w:r w:rsidR="00107BC4" w:rsidRPr="0096124A">
                <w:rPr>
                  <w:rStyle w:val="Lienhypertexte"/>
                  <w:rFonts w:cs="Arial"/>
                </w:rPr>
                <w:t>drissaodjouma@gmail.com</w:t>
              </w:r>
            </w:hyperlink>
          </w:p>
        </w:tc>
        <w:tc>
          <w:tcPr>
            <w:tcW w:w="2694" w:type="dxa"/>
          </w:tcPr>
          <w:p w14:paraId="0D6016C6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5E0515" w14:paraId="1E1B55FC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1FA600CF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3E79B84D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Djitoumou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14:paraId="5EA0372A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Ouelessebougou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14:paraId="43713441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104.5MHZ</w:t>
            </w:r>
          </w:p>
        </w:tc>
        <w:tc>
          <w:tcPr>
            <w:tcW w:w="901" w:type="dxa"/>
            <w:shd w:val="clear" w:color="auto" w:fill="auto"/>
          </w:tcPr>
          <w:p w14:paraId="68EE6DF7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5E0515">
              <w:rPr>
                <w:rFonts w:cs="Arial"/>
              </w:rPr>
              <w:t>0km</w:t>
            </w:r>
          </w:p>
        </w:tc>
        <w:tc>
          <w:tcPr>
            <w:tcW w:w="3476" w:type="dxa"/>
            <w:shd w:val="clear" w:color="auto" w:fill="auto"/>
          </w:tcPr>
          <w:p w14:paraId="1DFD7A18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 xml:space="preserve">Jonathan Doumbia tél </w:t>
            </w:r>
            <w:r w:rsidRPr="00401260">
              <w:rPr>
                <w:rFonts w:cs="Arial"/>
              </w:rPr>
              <w:t>66165656/76165656 Fixe : 20799476</w:t>
            </w:r>
          </w:p>
        </w:tc>
        <w:tc>
          <w:tcPr>
            <w:tcW w:w="2976" w:type="dxa"/>
            <w:shd w:val="clear" w:color="auto" w:fill="auto"/>
          </w:tcPr>
          <w:p w14:paraId="2041AAA3" w14:textId="77777777" w:rsidR="00107BC4" w:rsidRPr="005E0515" w:rsidRDefault="00000000" w:rsidP="008555B7">
            <w:pPr>
              <w:rPr>
                <w:rFonts w:cs="Arial"/>
              </w:rPr>
            </w:pPr>
            <w:hyperlink r:id="rId20" w:history="1">
              <w:r w:rsidR="00107BC4" w:rsidRPr="00BD2C59">
                <w:rPr>
                  <w:rStyle w:val="Lienhypertexte"/>
                  <w:rFonts w:cs="Arial"/>
                </w:rPr>
                <w:t>jonathandoumbia76@gmail.com</w:t>
              </w:r>
            </w:hyperlink>
            <w:r w:rsidR="00107BC4"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123BE05F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5E0515" w14:paraId="16DFE165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19BE643D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38183AC6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Mambé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Bêfô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14:paraId="149383C4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Fana</w:t>
            </w:r>
          </w:p>
        </w:tc>
        <w:tc>
          <w:tcPr>
            <w:tcW w:w="1451" w:type="dxa"/>
            <w:shd w:val="clear" w:color="auto" w:fill="auto"/>
          </w:tcPr>
          <w:p w14:paraId="7A32B4C4" w14:textId="77777777" w:rsidR="00107BC4" w:rsidRPr="005E0515" w:rsidRDefault="00107BC4" w:rsidP="008555B7">
            <w:pPr>
              <w:rPr>
                <w:rFonts w:cs="Arial"/>
              </w:rPr>
            </w:pPr>
            <w:r w:rsidRPr="00F25D71">
              <w:rPr>
                <w:rFonts w:cs="Arial"/>
              </w:rPr>
              <w:t>101.00 MHZ</w:t>
            </w:r>
          </w:p>
        </w:tc>
        <w:tc>
          <w:tcPr>
            <w:tcW w:w="901" w:type="dxa"/>
            <w:shd w:val="clear" w:color="auto" w:fill="auto"/>
          </w:tcPr>
          <w:p w14:paraId="064DB6BF" w14:textId="77777777" w:rsidR="00107BC4" w:rsidRPr="005E0515" w:rsidRDefault="00107BC4" w:rsidP="008555B7">
            <w:pPr>
              <w:rPr>
                <w:rFonts w:cs="Arial"/>
              </w:rPr>
            </w:pPr>
            <w:r w:rsidRPr="00F25D71">
              <w:rPr>
                <w:rFonts w:cs="Arial"/>
              </w:rPr>
              <w:t>120 km</w:t>
            </w:r>
          </w:p>
        </w:tc>
        <w:tc>
          <w:tcPr>
            <w:tcW w:w="3476" w:type="dxa"/>
            <w:shd w:val="clear" w:color="auto" w:fill="auto"/>
          </w:tcPr>
          <w:p w14:paraId="6E687475" w14:textId="77777777" w:rsidR="00107BC4" w:rsidRPr="00EA5BB2" w:rsidRDefault="00107BC4" w:rsidP="008555B7">
            <w:pPr>
              <w:rPr>
                <w:rFonts w:cs="Arial"/>
                <w:lang w:val="en-US"/>
              </w:rPr>
            </w:pPr>
            <w:r w:rsidRPr="00EA5BB2">
              <w:rPr>
                <w:rFonts w:cs="Arial"/>
                <w:lang w:val="en-US"/>
              </w:rPr>
              <w:t xml:space="preserve">Modibo </w:t>
            </w:r>
            <w:proofErr w:type="spellStart"/>
            <w:r w:rsidRPr="00EA5BB2">
              <w:rPr>
                <w:rFonts w:cs="Arial"/>
                <w:lang w:val="en-US"/>
              </w:rPr>
              <w:t>Makono</w:t>
            </w:r>
            <w:proofErr w:type="spellEnd"/>
            <w:r w:rsidRPr="00EA5BB2">
              <w:rPr>
                <w:rFonts w:cs="Arial"/>
                <w:lang w:val="en-US"/>
              </w:rPr>
              <w:t xml:space="preserve"> COULIBALY, </w:t>
            </w:r>
            <w:proofErr w:type="gramStart"/>
            <w:r w:rsidRPr="00EA5BB2">
              <w:rPr>
                <w:rFonts w:cs="Arial"/>
                <w:lang w:val="en-US"/>
              </w:rPr>
              <w:t>Tel :</w:t>
            </w:r>
            <w:proofErr w:type="gramEnd"/>
            <w:r w:rsidRPr="00EA5BB2">
              <w:rPr>
                <w:rFonts w:cs="Arial"/>
                <w:lang w:val="en-US"/>
              </w:rPr>
              <w:t xml:space="preserve"> 76222232   Fixe : 21721291 </w:t>
            </w:r>
          </w:p>
        </w:tc>
        <w:tc>
          <w:tcPr>
            <w:tcW w:w="2976" w:type="dxa"/>
            <w:shd w:val="clear" w:color="auto" w:fill="auto"/>
          </w:tcPr>
          <w:p w14:paraId="384899C0" w14:textId="77777777" w:rsidR="00107BC4" w:rsidRPr="005E0515" w:rsidRDefault="00000000" w:rsidP="008555B7">
            <w:pPr>
              <w:rPr>
                <w:rFonts w:cs="Arial"/>
              </w:rPr>
            </w:pPr>
            <w:hyperlink r:id="rId21" w:history="1">
              <w:r w:rsidR="00107BC4" w:rsidRPr="00F25D71">
                <w:rPr>
                  <w:rStyle w:val="Lienhypertexte"/>
                  <w:rFonts w:cs="Arial"/>
                </w:rPr>
                <w:t>radiomambe@yahoo.fr</w:t>
              </w:r>
            </w:hyperlink>
            <w:r w:rsidR="00107BC4">
              <w:rPr>
                <w:rStyle w:val="Lienhypertexte"/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543F2E4B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BC0780" w14:paraId="3749FD41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25D6939E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33E9E985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Maradèmè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14:paraId="2FB053FB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Dioila</w:t>
            </w:r>
          </w:p>
        </w:tc>
        <w:tc>
          <w:tcPr>
            <w:tcW w:w="1451" w:type="dxa"/>
            <w:shd w:val="clear" w:color="auto" w:fill="auto"/>
          </w:tcPr>
          <w:p w14:paraId="1A9294A9" w14:textId="77777777" w:rsidR="00107BC4" w:rsidRPr="005E0515" w:rsidRDefault="00107BC4" w:rsidP="008555B7">
            <w:pPr>
              <w:rPr>
                <w:rFonts w:cs="Arial"/>
              </w:rPr>
            </w:pPr>
            <w:r w:rsidRPr="00F25D71">
              <w:rPr>
                <w:rFonts w:cs="Arial"/>
              </w:rPr>
              <w:t>98.3 MHZ</w:t>
            </w:r>
          </w:p>
        </w:tc>
        <w:tc>
          <w:tcPr>
            <w:tcW w:w="901" w:type="dxa"/>
            <w:shd w:val="clear" w:color="auto" w:fill="auto"/>
          </w:tcPr>
          <w:p w14:paraId="045DCE05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100km</w:t>
            </w:r>
          </w:p>
        </w:tc>
        <w:tc>
          <w:tcPr>
            <w:tcW w:w="3476" w:type="dxa"/>
            <w:shd w:val="clear" w:color="auto" w:fill="auto"/>
          </w:tcPr>
          <w:p w14:paraId="1DB55941" w14:textId="77777777" w:rsidR="00107BC4" w:rsidRPr="001F4CDC" w:rsidRDefault="00107BC4" w:rsidP="008555B7">
            <w:pPr>
              <w:rPr>
                <w:rFonts w:cs="Arial"/>
                <w:lang w:val="pt-PT"/>
              </w:rPr>
            </w:pPr>
            <w:r w:rsidRPr="001F4CDC">
              <w:rPr>
                <w:rFonts w:cs="Arial"/>
                <w:lang w:val="pt-PT"/>
              </w:rPr>
              <w:t>Coulibaly Na Fatoumata Traoré, Tel : 72862412 Fixe : 21723281</w:t>
            </w:r>
          </w:p>
        </w:tc>
        <w:tc>
          <w:tcPr>
            <w:tcW w:w="2976" w:type="dxa"/>
            <w:shd w:val="clear" w:color="auto" w:fill="auto"/>
          </w:tcPr>
          <w:p w14:paraId="512DD85F" w14:textId="77777777" w:rsidR="00107BC4" w:rsidRPr="00BC0780" w:rsidRDefault="00000000" w:rsidP="008555B7">
            <w:pPr>
              <w:rPr>
                <w:rFonts w:cs="Arial"/>
              </w:rPr>
            </w:pPr>
            <w:hyperlink r:id="rId22" w:history="1">
              <w:r w:rsidR="00107BC4" w:rsidRPr="00BD2C59">
                <w:rPr>
                  <w:rStyle w:val="Lienhypertexte"/>
                  <w:rFonts w:cs="Arial"/>
                </w:rPr>
                <w:t>marademeradio@gmail.com</w:t>
              </w:r>
            </w:hyperlink>
            <w:r w:rsidR="00107BC4"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66D29278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BC0780" w14:paraId="2D9CFAD5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2C858387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19138E83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Beledougou</w:t>
            </w:r>
            <w:proofErr w:type="spellEnd"/>
            <w:r w:rsidRPr="005E0515">
              <w:rPr>
                <w:rFonts w:cs="Arial"/>
              </w:rPr>
              <w:t xml:space="preserve"> </w:t>
            </w:r>
          </w:p>
        </w:tc>
        <w:tc>
          <w:tcPr>
            <w:tcW w:w="1880" w:type="dxa"/>
            <w:shd w:val="clear" w:color="auto" w:fill="auto"/>
          </w:tcPr>
          <w:p w14:paraId="1E4F0179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Kolokani</w:t>
            </w:r>
            <w:proofErr w:type="spellEnd"/>
            <w:r w:rsidRPr="005E0515">
              <w:rPr>
                <w:rFonts w:cs="Arial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14:paraId="57F8362E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88.5MHZ</w:t>
            </w:r>
          </w:p>
        </w:tc>
        <w:tc>
          <w:tcPr>
            <w:tcW w:w="901" w:type="dxa"/>
            <w:shd w:val="clear" w:color="auto" w:fill="auto"/>
          </w:tcPr>
          <w:p w14:paraId="68435787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80km</w:t>
            </w:r>
          </w:p>
        </w:tc>
        <w:tc>
          <w:tcPr>
            <w:tcW w:w="3476" w:type="dxa"/>
            <w:shd w:val="clear" w:color="auto" w:fill="auto"/>
          </w:tcPr>
          <w:p w14:paraId="7A81C78E" w14:textId="77777777" w:rsidR="00107BC4" w:rsidRPr="00A8032C" w:rsidRDefault="00107BC4" w:rsidP="008555B7">
            <w:pPr>
              <w:rPr>
                <w:rFonts w:cs="Arial"/>
              </w:rPr>
            </w:pPr>
            <w:r w:rsidRPr="00A8032C">
              <w:rPr>
                <w:rFonts w:cs="Arial"/>
              </w:rPr>
              <w:t>Souleymane Diarra Directeur tél 79327985   Fixe : 72128888</w:t>
            </w:r>
          </w:p>
        </w:tc>
        <w:tc>
          <w:tcPr>
            <w:tcW w:w="2976" w:type="dxa"/>
            <w:shd w:val="clear" w:color="auto" w:fill="auto"/>
          </w:tcPr>
          <w:p w14:paraId="5FD199E8" w14:textId="77777777" w:rsidR="00107BC4" w:rsidRPr="00BC0780" w:rsidRDefault="00000000" w:rsidP="008555B7">
            <w:pPr>
              <w:rPr>
                <w:rFonts w:cs="Arial"/>
              </w:rPr>
            </w:pPr>
            <w:hyperlink r:id="rId23" w:history="1">
              <w:r w:rsidR="00107BC4" w:rsidRPr="00BD2C59">
                <w:rPr>
                  <w:rStyle w:val="Lienhypertexte"/>
                  <w:rFonts w:cs="Arial"/>
                </w:rPr>
                <w:t>rbkolokani@afribone.net.ml</w:t>
              </w:r>
            </w:hyperlink>
            <w:r w:rsidR="00107BC4"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070A34EC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BC0780" w14:paraId="085F8A39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7A4F8096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5704F812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N’Ciba</w:t>
            </w:r>
          </w:p>
        </w:tc>
        <w:tc>
          <w:tcPr>
            <w:tcW w:w="1880" w:type="dxa"/>
            <w:shd w:val="clear" w:color="auto" w:fill="auto"/>
          </w:tcPr>
          <w:p w14:paraId="74ADB4DC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Faladjé</w:t>
            </w:r>
            <w:proofErr w:type="spellEnd"/>
            <w:r w:rsidRPr="005E0515">
              <w:rPr>
                <w:rFonts w:cs="Arial"/>
              </w:rPr>
              <w:t xml:space="preserve"> (Kati)</w:t>
            </w:r>
          </w:p>
        </w:tc>
        <w:tc>
          <w:tcPr>
            <w:tcW w:w="1451" w:type="dxa"/>
            <w:shd w:val="clear" w:color="auto" w:fill="auto"/>
          </w:tcPr>
          <w:p w14:paraId="47005275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92.9MHZ</w:t>
            </w:r>
          </w:p>
        </w:tc>
        <w:tc>
          <w:tcPr>
            <w:tcW w:w="901" w:type="dxa"/>
            <w:shd w:val="clear" w:color="auto" w:fill="auto"/>
          </w:tcPr>
          <w:p w14:paraId="72683A21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100</w:t>
            </w:r>
            <w:r w:rsidRPr="005E0515">
              <w:rPr>
                <w:rFonts w:cs="Arial"/>
              </w:rPr>
              <w:t>km</w:t>
            </w:r>
          </w:p>
        </w:tc>
        <w:tc>
          <w:tcPr>
            <w:tcW w:w="3476" w:type="dxa"/>
            <w:shd w:val="clear" w:color="auto" w:fill="auto"/>
          </w:tcPr>
          <w:p w14:paraId="238AE5D9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André Togo ; Tel :</w:t>
            </w:r>
            <w:r w:rsidRPr="005126D6">
              <w:rPr>
                <w:rFonts w:cs="Arial"/>
              </w:rPr>
              <w:t>75305127   Fixe : 72719497</w:t>
            </w:r>
          </w:p>
        </w:tc>
        <w:tc>
          <w:tcPr>
            <w:tcW w:w="2976" w:type="dxa"/>
            <w:shd w:val="clear" w:color="auto" w:fill="auto"/>
          </w:tcPr>
          <w:p w14:paraId="22A07200" w14:textId="77777777" w:rsidR="00107BC4" w:rsidRPr="00BC0780" w:rsidRDefault="00000000" w:rsidP="008555B7">
            <w:pPr>
              <w:rPr>
                <w:rFonts w:cs="Arial"/>
              </w:rPr>
            </w:pPr>
            <w:hyperlink r:id="rId24" w:history="1">
              <w:r w:rsidR="00107BC4" w:rsidRPr="00BD2C59">
                <w:rPr>
                  <w:rStyle w:val="Lienhypertexte"/>
                  <w:rFonts w:cs="Arial"/>
                </w:rPr>
                <w:t>ndretogo111@yahoo.fr</w:t>
              </w:r>
            </w:hyperlink>
            <w:r w:rsidR="00107BC4"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00423E60" w14:textId="77777777" w:rsidR="00107BC4" w:rsidRPr="00FD4C54" w:rsidRDefault="00107BC4" w:rsidP="008555B7">
            <w:pPr>
              <w:rPr>
                <w:rFonts w:cs="Arial"/>
              </w:rPr>
            </w:pPr>
            <w:r w:rsidRPr="00FD4C54">
              <w:rPr>
                <w:rFonts w:cs="Arial"/>
              </w:rPr>
              <w:t xml:space="preserve"> Diffusion</w:t>
            </w:r>
            <w:r>
              <w:rPr>
                <w:rFonts w:cs="Arial"/>
              </w:rPr>
              <w:t xml:space="preserve"> Uniquement</w:t>
            </w:r>
          </w:p>
        </w:tc>
      </w:tr>
      <w:tr w:rsidR="00107BC4" w:rsidRPr="00BC0780" w14:paraId="10E71D4E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544659AA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29EAB660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 xml:space="preserve">Faso </w:t>
            </w:r>
            <w:proofErr w:type="spellStart"/>
            <w:r>
              <w:rPr>
                <w:rFonts w:cs="Arial"/>
              </w:rPr>
              <w:t>Kanu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14:paraId="2C635373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Banamba</w:t>
            </w:r>
          </w:p>
        </w:tc>
        <w:tc>
          <w:tcPr>
            <w:tcW w:w="1451" w:type="dxa"/>
            <w:shd w:val="clear" w:color="auto" w:fill="auto"/>
          </w:tcPr>
          <w:p w14:paraId="79851CB2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107.5</w:t>
            </w:r>
            <w:r w:rsidRPr="00F25D71">
              <w:rPr>
                <w:rFonts w:cs="Arial"/>
              </w:rPr>
              <w:t xml:space="preserve"> MHZ</w:t>
            </w:r>
          </w:p>
        </w:tc>
        <w:tc>
          <w:tcPr>
            <w:tcW w:w="901" w:type="dxa"/>
            <w:shd w:val="clear" w:color="auto" w:fill="auto"/>
          </w:tcPr>
          <w:p w14:paraId="02AAC22B" w14:textId="77777777" w:rsidR="00107BC4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 xml:space="preserve"> 5</w:t>
            </w:r>
            <w:r w:rsidRPr="00F25D71">
              <w:rPr>
                <w:rFonts w:cs="Arial"/>
              </w:rPr>
              <w:t>0 km</w:t>
            </w:r>
          </w:p>
        </w:tc>
        <w:tc>
          <w:tcPr>
            <w:tcW w:w="3476" w:type="dxa"/>
            <w:shd w:val="clear" w:color="auto" w:fill="auto"/>
          </w:tcPr>
          <w:p w14:paraId="6BE79581" w14:textId="77777777" w:rsidR="00107BC4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Abdoulaye Traoré Tel : 76 16 55 46/92 75 84 78</w:t>
            </w:r>
          </w:p>
        </w:tc>
        <w:tc>
          <w:tcPr>
            <w:tcW w:w="2976" w:type="dxa"/>
            <w:shd w:val="clear" w:color="auto" w:fill="auto"/>
          </w:tcPr>
          <w:p w14:paraId="2E5F6450" w14:textId="77777777" w:rsidR="00107BC4" w:rsidRDefault="00107BC4" w:rsidP="008555B7">
            <w:r w:rsidRPr="00DD3911">
              <w:t xml:space="preserve"> </w:t>
            </w:r>
            <w:hyperlink r:id="rId25" w:history="1">
              <w:r w:rsidRPr="003579E6">
                <w:rPr>
                  <w:rStyle w:val="Lienhypertexte"/>
                </w:rPr>
                <w:t>radio_fasokanu@yahoo.com</w:t>
              </w:r>
            </w:hyperlink>
            <w:r>
              <w:t xml:space="preserve"> </w:t>
            </w:r>
          </w:p>
        </w:tc>
        <w:tc>
          <w:tcPr>
            <w:tcW w:w="2694" w:type="dxa"/>
          </w:tcPr>
          <w:p w14:paraId="1C981194" w14:textId="77777777" w:rsidR="00107BC4" w:rsidRPr="00DD3911" w:rsidRDefault="00107BC4" w:rsidP="008555B7"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</w:tbl>
    <w:p w14:paraId="0D5BF834" w14:textId="77777777" w:rsidR="00CD70FB" w:rsidRDefault="00CD70FB">
      <w:pPr>
        <w:rPr>
          <w:rFonts w:cs="Arial"/>
        </w:rPr>
      </w:pPr>
    </w:p>
    <w:p w14:paraId="1C4DA594" w14:textId="77777777" w:rsidR="00CD70FB" w:rsidRDefault="00CD70FB">
      <w:pPr>
        <w:rPr>
          <w:rFonts w:cs="Arial"/>
        </w:rPr>
      </w:pPr>
    </w:p>
    <w:p w14:paraId="69D5EB91" w14:textId="77777777" w:rsidR="00CD70FB" w:rsidRDefault="00CD70FB">
      <w:pPr>
        <w:rPr>
          <w:rFonts w:cs="Arial"/>
        </w:rPr>
      </w:pPr>
    </w:p>
    <w:p w14:paraId="4EBAFA7C" w14:textId="77777777" w:rsidR="00CD70FB" w:rsidRDefault="00CD70FB">
      <w:pPr>
        <w:rPr>
          <w:rFonts w:cs="Arial"/>
        </w:rPr>
      </w:pPr>
    </w:p>
    <w:p w14:paraId="76283498" w14:textId="77777777" w:rsidR="00CD70FB" w:rsidRDefault="00CD70FB">
      <w:pPr>
        <w:rPr>
          <w:rFonts w:cs="Arial"/>
        </w:rPr>
      </w:pPr>
    </w:p>
    <w:p w14:paraId="7F76AB58" w14:textId="77777777" w:rsidR="00CD70FB" w:rsidRDefault="00CD70FB">
      <w:pPr>
        <w:rPr>
          <w:rFonts w:cs="Arial"/>
        </w:rPr>
      </w:pPr>
    </w:p>
    <w:p w14:paraId="06984030" w14:textId="77777777" w:rsidR="00CD70FB" w:rsidRDefault="00CD70FB">
      <w:pPr>
        <w:rPr>
          <w:rFonts w:cs="Arial"/>
        </w:rPr>
      </w:pPr>
    </w:p>
    <w:p w14:paraId="19E33699" w14:textId="77777777" w:rsidR="00CD70FB" w:rsidRDefault="00CD70FB">
      <w:pPr>
        <w:rPr>
          <w:rFonts w:cs="Arial"/>
        </w:rPr>
      </w:pPr>
    </w:p>
    <w:p w14:paraId="3CB25829" w14:textId="77777777" w:rsidR="00CD70FB" w:rsidRDefault="00CD70FB">
      <w:pPr>
        <w:tabs>
          <w:tab w:val="left" w:pos="5855"/>
        </w:tabs>
        <w:rPr>
          <w:rFonts w:asciiTheme="minorHAnsi" w:hAnsiTheme="minorHAnsi" w:cstheme="minorHAnsi"/>
        </w:rPr>
      </w:pPr>
    </w:p>
    <w:sectPr w:rsidR="00CD70FB">
      <w:pgSz w:w="16838" w:h="11906" w:orient="landscape"/>
      <w:pgMar w:top="1418" w:right="1418" w:bottom="1418" w:left="1276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48B85" w14:textId="77777777" w:rsidR="005229BE" w:rsidRDefault="005229BE">
      <w:pPr>
        <w:spacing w:after="0"/>
      </w:pPr>
      <w:r>
        <w:separator/>
      </w:r>
    </w:p>
  </w:endnote>
  <w:endnote w:type="continuationSeparator" w:id="0">
    <w:p w14:paraId="47C440F7" w14:textId="77777777" w:rsidR="005229BE" w:rsidRDefault="005229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  <w:sig w:usb0="00000000" w:usb1="00000000" w:usb2="00000000" w:usb3="00000000" w:csb0="00000001" w:csb1="00000000"/>
  </w:font>
  <w:font w:name="_GOPA TheSans Light">
    <w:altName w:val="Segoe Print"/>
    <w:charset w:val="00"/>
    <w:family w:val="swiss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Condensed">
    <w:altName w:val="Times New Roman"/>
    <w:charset w:val="00"/>
    <w:family w:val="auto"/>
    <w:pitch w:val="default"/>
  </w:font>
  <w:font w:name="Optima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Univers (WN)">
    <w:altName w:val="Univers"/>
    <w:charset w:val="00"/>
    <w:family w:val="swiss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A2A02" w14:textId="77777777" w:rsidR="00CD70FB" w:rsidRDefault="001F26D2">
    <w:pPr>
      <w:tabs>
        <w:tab w:val="left" w:pos="7740"/>
      </w:tabs>
      <w:jc w:val="right"/>
      <w:rPr>
        <w:rFonts w:cs="Arial"/>
        <w:szCs w:val="18"/>
      </w:rPr>
    </w:pPr>
    <w:r>
      <w:rPr>
        <w:rFonts w:cs="Arial"/>
        <w:color w:val="2B579A"/>
        <w:szCs w:val="18"/>
        <w:shd w:val="clear" w:color="auto" w:fill="E6E6E6"/>
      </w:rPr>
      <w:fldChar w:fldCharType="begin"/>
    </w:r>
    <w:r>
      <w:rPr>
        <w:rFonts w:cs="Arial"/>
        <w:szCs w:val="18"/>
      </w:rPr>
      <w:instrText xml:space="preserve"> PAGE  \* Arabic  \* MERGEFORMAT </w:instrText>
    </w:r>
    <w:r>
      <w:rPr>
        <w:rFonts w:cs="Arial"/>
        <w:color w:val="2B579A"/>
        <w:szCs w:val="18"/>
        <w:shd w:val="clear" w:color="auto" w:fill="E6E6E6"/>
      </w:rPr>
      <w:fldChar w:fldCharType="separate"/>
    </w:r>
    <w:r>
      <w:rPr>
        <w:rFonts w:cs="Arial"/>
        <w:szCs w:val="18"/>
      </w:rPr>
      <w:t>2</w:t>
    </w:r>
    <w:r>
      <w:rPr>
        <w:rFonts w:cs="Arial"/>
        <w:color w:val="2B579A"/>
        <w:szCs w:val="18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DF440" w14:textId="77777777" w:rsidR="00CD70FB" w:rsidRDefault="001F26D2">
    <w:pPr>
      <w:pStyle w:val="Pieddepage"/>
      <w:tabs>
        <w:tab w:val="clear" w:pos="4536"/>
      </w:tabs>
    </w:pPr>
    <w:r>
      <w:rPr>
        <w:sz w:val="14"/>
        <w:szCs w:val="14"/>
      </w:rPr>
      <w:t>TDR RECRUTEMENT D’UN CONSULTANT EN COMMUNICATION RADIOPHONIQUE</w:t>
    </w:r>
    <w:r>
      <w:tab/>
    </w:r>
    <w:r>
      <w:rPr>
        <w:color w:val="2B579A"/>
        <w:shd w:val="clear" w:color="auto" w:fill="E6E6E6"/>
      </w:rPr>
      <w:fldChar w:fldCharType="begin"/>
    </w:r>
    <w:r>
      <w:instrText xml:space="preserve"> PAGE  \* Arabic  \* MERGEFORMAT </w:instrText>
    </w:r>
    <w:r>
      <w:rPr>
        <w:color w:val="2B579A"/>
        <w:shd w:val="clear" w:color="auto" w:fill="E6E6E6"/>
      </w:rPr>
      <w:fldChar w:fldCharType="separate"/>
    </w:r>
    <w:r>
      <w:t>1</w:t>
    </w:r>
    <w:r>
      <w:rPr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9E4BB" w14:textId="77777777" w:rsidR="005229BE" w:rsidRDefault="005229BE">
      <w:pPr>
        <w:spacing w:after="0"/>
      </w:pPr>
      <w:r>
        <w:separator/>
      </w:r>
    </w:p>
  </w:footnote>
  <w:footnote w:type="continuationSeparator" w:id="0">
    <w:p w14:paraId="1F1AC3B7" w14:textId="77777777" w:rsidR="005229BE" w:rsidRDefault="005229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765"/>
      <w:gridCol w:w="3299"/>
    </w:tblGrid>
    <w:tr w:rsidR="00CD70FB" w14:paraId="43702837" w14:textId="77777777">
      <w:tc>
        <w:tcPr>
          <w:tcW w:w="3361" w:type="pct"/>
          <w:vAlign w:val="bottom"/>
        </w:tcPr>
        <w:p w14:paraId="0CF97BA9" w14:textId="77777777" w:rsidR="00CD70FB" w:rsidRDefault="00CD70FB">
          <w:pPr>
            <w:pStyle w:val="Titre1"/>
            <w:spacing w:before="0" w:after="140"/>
            <w:rPr>
              <w:sz w:val="28"/>
            </w:rPr>
          </w:pPr>
        </w:p>
      </w:tc>
      <w:tc>
        <w:tcPr>
          <w:tcW w:w="1639" w:type="pct"/>
        </w:tcPr>
        <w:p w14:paraId="5A09C24F" w14:textId="4537D88F" w:rsidR="00CD70FB" w:rsidRDefault="00CD70FB">
          <w:pPr>
            <w:tabs>
              <w:tab w:val="right" w:pos="9356"/>
            </w:tabs>
            <w:spacing w:after="0"/>
            <w:rPr>
              <w:rFonts w:eastAsia="Times New Roman" w:cs="Times New Roman"/>
              <w:sz w:val="20"/>
              <w:szCs w:val="20"/>
            </w:rPr>
          </w:pPr>
        </w:p>
      </w:tc>
    </w:tr>
  </w:tbl>
  <w:p w14:paraId="40C3A5D0" w14:textId="77777777" w:rsidR="00CD70FB" w:rsidRDefault="00CD70FB">
    <w:pPr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765"/>
      <w:gridCol w:w="3299"/>
    </w:tblGrid>
    <w:tr w:rsidR="00CD70FB" w14:paraId="475E501C" w14:textId="77777777">
      <w:tc>
        <w:tcPr>
          <w:tcW w:w="3361" w:type="pct"/>
          <w:vAlign w:val="bottom"/>
        </w:tcPr>
        <w:p w14:paraId="5ADA94A9" w14:textId="77777777" w:rsidR="00CD70FB" w:rsidRDefault="00CD70FB">
          <w:pPr>
            <w:pStyle w:val="Titre1"/>
            <w:spacing w:before="0" w:after="140"/>
            <w:rPr>
              <w:sz w:val="28"/>
            </w:rPr>
          </w:pPr>
        </w:p>
      </w:tc>
      <w:tc>
        <w:tcPr>
          <w:tcW w:w="1639" w:type="pct"/>
        </w:tcPr>
        <w:p w14:paraId="0E860AF0" w14:textId="21D888DC" w:rsidR="00CD70FB" w:rsidRDefault="00CD70FB">
          <w:pPr>
            <w:tabs>
              <w:tab w:val="right" w:pos="9356"/>
            </w:tabs>
            <w:spacing w:after="0"/>
            <w:rPr>
              <w:rFonts w:eastAsia="Times New Roman" w:cs="Times New Roman"/>
              <w:sz w:val="20"/>
              <w:szCs w:val="20"/>
            </w:rPr>
          </w:pPr>
        </w:p>
      </w:tc>
    </w:tr>
  </w:tbl>
  <w:p w14:paraId="0834217C" w14:textId="77777777" w:rsidR="00CD70FB" w:rsidRDefault="00CD70FB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542C1"/>
    <w:multiLevelType w:val="multilevel"/>
    <w:tmpl w:val="072542C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7DC56"/>
    <w:multiLevelType w:val="multilevel"/>
    <w:tmpl w:val="0E97DC56"/>
    <w:lvl w:ilvl="0">
      <w:start w:val="1"/>
      <w:numFmt w:val="decimal"/>
      <w:pStyle w:val="Style2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7319"/>
    <w:multiLevelType w:val="hybridMultilevel"/>
    <w:tmpl w:val="CD54AB5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375AA"/>
    <w:multiLevelType w:val="multilevel"/>
    <w:tmpl w:val="18E375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B7A65"/>
    <w:multiLevelType w:val="multilevel"/>
    <w:tmpl w:val="21DB7A65"/>
    <w:lvl w:ilvl="0"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DD3599"/>
    <w:multiLevelType w:val="multilevel"/>
    <w:tmpl w:val="22DD3599"/>
    <w:lvl w:ilvl="0">
      <w:start w:val="1"/>
      <w:numFmt w:val="decimal"/>
      <w:pStyle w:val="Listenumros"/>
      <w:lvlText w:val="(%1)"/>
      <w:lvlJc w:val="left"/>
      <w:pPr>
        <w:tabs>
          <w:tab w:val="left" w:pos="709"/>
        </w:tabs>
        <w:ind w:left="709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left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left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left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9391CD5"/>
    <w:multiLevelType w:val="hybridMultilevel"/>
    <w:tmpl w:val="BA5C0EE2"/>
    <w:lvl w:ilvl="0" w:tplc="8262758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6163E"/>
    <w:multiLevelType w:val="multilevel"/>
    <w:tmpl w:val="2A86163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D7DB9"/>
    <w:multiLevelType w:val="multilevel"/>
    <w:tmpl w:val="2D1D7DB9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23474"/>
    <w:multiLevelType w:val="multilevel"/>
    <w:tmpl w:val="3332347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6368"/>
    <w:multiLevelType w:val="hybridMultilevel"/>
    <w:tmpl w:val="D2A2447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F71EC4"/>
    <w:multiLevelType w:val="hybridMultilevel"/>
    <w:tmpl w:val="07C0A1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C700B"/>
    <w:multiLevelType w:val="multilevel"/>
    <w:tmpl w:val="3D2C7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018CB"/>
    <w:multiLevelType w:val="hybridMultilevel"/>
    <w:tmpl w:val="926A8556"/>
    <w:lvl w:ilvl="0" w:tplc="040C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4" w15:restartNumberingAfterBreak="0">
    <w:nsid w:val="4E2F333F"/>
    <w:multiLevelType w:val="multilevel"/>
    <w:tmpl w:val="4E2F333F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175C2"/>
    <w:multiLevelType w:val="multilevel"/>
    <w:tmpl w:val="52D175C2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B05D2"/>
    <w:multiLevelType w:val="hybridMultilevel"/>
    <w:tmpl w:val="DD4067A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A649D"/>
    <w:multiLevelType w:val="multilevel"/>
    <w:tmpl w:val="669A649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B7BC1"/>
    <w:multiLevelType w:val="hybridMultilevel"/>
    <w:tmpl w:val="E48A19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FCE1046"/>
    <w:multiLevelType w:val="multilevel"/>
    <w:tmpl w:val="6FCE1046"/>
    <w:lvl w:ilvl="0">
      <w:start w:val="1"/>
      <w:numFmt w:val="bullet"/>
      <w:lvlText w:val=""/>
      <w:lvlJc w:val="left"/>
      <w:pPr>
        <w:ind w:left="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0" w15:restartNumberingAfterBreak="0">
    <w:nsid w:val="7B9423A0"/>
    <w:multiLevelType w:val="hybridMultilevel"/>
    <w:tmpl w:val="DBEEE6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651B9"/>
    <w:multiLevelType w:val="multilevel"/>
    <w:tmpl w:val="7C9651B9"/>
    <w:lvl w:ilvl="0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280190">
    <w:abstractNumId w:val="5"/>
  </w:num>
  <w:num w:numId="2" w16cid:durableId="667757372">
    <w:abstractNumId w:val="1"/>
  </w:num>
  <w:num w:numId="3" w16cid:durableId="753286618">
    <w:abstractNumId w:val="4"/>
  </w:num>
  <w:num w:numId="4" w16cid:durableId="1239365788">
    <w:abstractNumId w:val="19"/>
  </w:num>
  <w:num w:numId="5" w16cid:durableId="1972513790">
    <w:abstractNumId w:val="3"/>
  </w:num>
  <w:num w:numId="6" w16cid:durableId="933824527">
    <w:abstractNumId w:val="0"/>
  </w:num>
  <w:num w:numId="7" w16cid:durableId="753622225">
    <w:abstractNumId w:val="12"/>
  </w:num>
  <w:num w:numId="8" w16cid:durableId="2022268668">
    <w:abstractNumId w:val="15"/>
  </w:num>
  <w:num w:numId="9" w16cid:durableId="1453938987">
    <w:abstractNumId w:val="8"/>
  </w:num>
  <w:num w:numId="10" w16cid:durableId="2000376509">
    <w:abstractNumId w:val="9"/>
  </w:num>
  <w:num w:numId="11" w16cid:durableId="2137719813">
    <w:abstractNumId w:val="21"/>
  </w:num>
  <w:num w:numId="12" w16cid:durableId="1684941538">
    <w:abstractNumId w:val="14"/>
  </w:num>
  <w:num w:numId="13" w16cid:durableId="1050766847">
    <w:abstractNumId w:val="7"/>
  </w:num>
  <w:num w:numId="14" w16cid:durableId="1770465055">
    <w:abstractNumId w:val="17"/>
  </w:num>
  <w:num w:numId="15" w16cid:durableId="2029139561">
    <w:abstractNumId w:val="13"/>
  </w:num>
  <w:num w:numId="16" w16cid:durableId="2074154677">
    <w:abstractNumId w:val="18"/>
  </w:num>
  <w:num w:numId="17" w16cid:durableId="87819374">
    <w:abstractNumId w:val="6"/>
  </w:num>
  <w:num w:numId="18" w16cid:durableId="1218006888">
    <w:abstractNumId w:val="20"/>
  </w:num>
  <w:num w:numId="19" w16cid:durableId="192501936">
    <w:abstractNumId w:val="16"/>
  </w:num>
  <w:num w:numId="20" w16cid:durableId="1016154494">
    <w:abstractNumId w:val="11"/>
  </w:num>
  <w:num w:numId="21" w16cid:durableId="480542312">
    <w:abstractNumId w:val="2"/>
  </w:num>
  <w:num w:numId="22" w16cid:durableId="10418308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5A1"/>
    <w:rsid w:val="00004A34"/>
    <w:rsid w:val="00005556"/>
    <w:rsid w:val="0001143E"/>
    <w:rsid w:val="000143A9"/>
    <w:rsid w:val="00016C83"/>
    <w:rsid w:val="000212CC"/>
    <w:rsid w:val="00024DA4"/>
    <w:rsid w:val="0002523B"/>
    <w:rsid w:val="00025950"/>
    <w:rsid w:val="000271C9"/>
    <w:rsid w:val="0003079C"/>
    <w:rsid w:val="000345DC"/>
    <w:rsid w:val="0003643C"/>
    <w:rsid w:val="000370F0"/>
    <w:rsid w:val="000407E6"/>
    <w:rsid w:val="00044ED9"/>
    <w:rsid w:val="00050339"/>
    <w:rsid w:val="00052FB7"/>
    <w:rsid w:val="000553D2"/>
    <w:rsid w:val="000566CF"/>
    <w:rsid w:val="00057DB3"/>
    <w:rsid w:val="00070532"/>
    <w:rsid w:val="000728DD"/>
    <w:rsid w:val="00072A14"/>
    <w:rsid w:val="000745A1"/>
    <w:rsid w:val="00075707"/>
    <w:rsid w:val="00094973"/>
    <w:rsid w:val="00096B23"/>
    <w:rsid w:val="00096E22"/>
    <w:rsid w:val="000A18C6"/>
    <w:rsid w:val="000A1FDB"/>
    <w:rsid w:val="000A3E8F"/>
    <w:rsid w:val="000A5419"/>
    <w:rsid w:val="000B0F62"/>
    <w:rsid w:val="000B35F9"/>
    <w:rsid w:val="000B3614"/>
    <w:rsid w:val="000B3B19"/>
    <w:rsid w:val="000B7791"/>
    <w:rsid w:val="000C66C1"/>
    <w:rsid w:val="000C6E95"/>
    <w:rsid w:val="000D6DE5"/>
    <w:rsid w:val="000D7093"/>
    <w:rsid w:val="000E00A8"/>
    <w:rsid w:val="000E17B8"/>
    <w:rsid w:val="000E2119"/>
    <w:rsid w:val="000E3A1F"/>
    <w:rsid w:val="000E4A71"/>
    <w:rsid w:val="000F188F"/>
    <w:rsid w:val="000F273F"/>
    <w:rsid w:val="000F2785"/>
    <w:rsid w:val="000F6374"/>
    <w:rsid w:val="0010291F"/>
    <w:rsid w:val="00105063"/>
    <w:rsid w:val="00105800"/>
    <w:rsid w:val="00105D99"/>
    <w:rsid w:val="00107BC4"/>
    <w:rsid w:val="001115B6"/>
    <w:rsid w:val="00116888"/>
    <w:rsid w:val="00122948"/>
    <w:rsid w:val="0012575C"/>
    <w:rsid w:val="001261F8"/>
    <w:rsid w:val="00134A22"/>
    <w:rsid w:val="00142683"/>
    <w:rsid w:val="0014540A"/>
    <w:rsid w:val="00147542"/>
    <w:rsid w:val="0015027D"/>
    <w:rsid w:val="00150557"/>
    <w:rsid w:val="00153985"/>
    <w:rsid w:val="0015515B"/>
    <w:rsid w:val="00155B47"/>
    <w:rsid w:val="001576BD"/>
    <w:rsid w:val="0016591B"/>
    <w:rsid w:val="001724CF"/>
    <w:rsid w:val="00173D60"/>
    <w:rsid w:val="001754F4"/>
    <w:rsid w:val="0018037D"/>
    <w:rsid w:val="00180E03"/>
    <w:rsid w:val="001818ED"/>
    <w:rsid w:val="001855A0"/>
    <w:rsid w:val="0019484C"/>
    <w:rsid w:val="0019557F"/>
    <w:rsid w:val="0019640D"/>
    <w:rsid w:val="00197687"/>
    <w:rsid w:val="00197DF3"/>
    <w:rsid w:val="001A24BF"/>
    <w:rsid w:val="001A4A9E"/>
    <w:rsid w:val="001A4D4F"/>
    <w:rsid w:val="001A74B7"/>
    <w:rsid w:val="001A74E0"/>
    <w:rsid w:val="001A7D1A"/>
    <w:rsid w:val="001B143C"/>
    <w:rsid w:val="001B17E7"/>
    <w:rsid w:val="001B4579"/>
    <w:rsid w:val="001B6A33"/>
    <w:rsid w:val="001C1F14"/>
    <w:rsid w:val="001C54AF"/>
    <w:rsid w:val="001C76AA"/>
    <w:rsid w:val="001D53A3"/>
    <w:rsid w:val="001D6548"/>
    <w:rsid w:val="001E33FE"/>
    <w:rsid w:val="001F26D2"/>
    <w:rsid w:val="001F4CDC"/>
    <w:rsid w:val="00203B56"/>
    <w:rsid w:val="00203E66"/>
    <w:rsid w:val="00206AC4"/>
    <w:rsid w:val="00213CF0"/>
    <w:rsid w:val="00216CEC"/>
    <w:rsid w:val="00220FD6"/>
    <w:rsid w:val="002246EA"/>
    <w:rsid w:val="00225A61"/>
    <w:rsid w:val="00245431"/>
    <w:rsid w:val="00250A5C"/>
    <w:rsid w:val="0025205A"/>
    <w:rsid w:val="00252826"/>
    <w:rsid w:val="00252E5F"/>
    <w:rsid w:val="00253899"/>
    <w:rsid w:val="0025569F"/>
    <w:rsid w:val="00255E57"/>
    <w:rsid w:val="00260DE0"/>
    <w:rsid w:val="00262757"/>
    <w:rsid w:val="002719FE"/>
    <w:rsid w:val="00271AA1"/>
    <w:rsid w:val="00271B46"/>
    <w:rsid w:val="00272C33"/>
    <w:rsid w:val="0027365C"/>
    <w:rsid w:val="00274D6C"/>
    <w:rsid w:val="002805C6"/>
    <w:rsid w:val="00281FA7"/>
    <w:rsid w:val="00284798"/>
    <w:rsid w:val="00286E6A"/>
    <w:rsid w:val="00291514"/>
    <w:rsid w:val="0029512F"/>
    <w:rsid w:val="002A2A88"/>
    <w:rsid w:val="002A2C45"/>
    <w:rsid w:val="002A2DE5"/>
    <w:rsid w:val="002A42EC"/>
    <w:rsid w:val="002B11A1"/>
    <w:rsid w:val="002B318A"/>
    <w:rsid w:val="002B4FF5"/>
    <w:rsid w:val="002B51B2"/>
    <w:rsid w:val="002B51BB"/>
    <w:rsid w:val="002B7909"/>
    <w:rsid w:val="002C1CDF"/>
    <w:rsid w:val="002C2500"/>
    <w:rsid w:val="002C67DE"/>
    <w:rsid w:val="002D0F71"/>
    <w:rsid w:val="002D4D89"/>
    <w:rsid w:val="002D5309"/>
    <w:rsid w:val="002E0897"/>
    <w:rsid w:val="002E596E"/>
    <w:rsid w:val="002F52B1"/>
    <w:rsid w:val="0030370B"/>
    <w:rsid w:val="00304308"/>
    <w:rsid w:val="00305EA1"/>
    <w:rsid w:val="00305EE0"/>
    <w:rsid w:val="00312415"/>
    <w:rsid w:val="003129AB"/>
    <w:rsid w:val="003168D2"/>
    <w:rsid w:val="003177E8"/>
    <w:rsid w:val="00322A70"/>
    <w:rsid w:val="00324EF3"/>
    <w:rsid w:val="00325297"/>
    <w:rsid w:val="00325404"/>
    <w:rsid w:val="00330897"/>
    <w:rsid w:val="00337876"/>
    <w:rsid w:val="003432E5"/>
    <w:rsid w:val="00344028"/>
    <w:rsid w:val="003518C6"/>
    <w:rsid w:val="00352962"/>
    <w:rsid w:val="00353CB9"/>
    <w:rsid w:val="00354A72"/>
    <w:rsid w:val="00370534"/>
    <w:rsid w:val="00373118"/>
    <w:rsid w:val="00376A37"/>
    <w:rsid w:val="00377D14"/>
    <w:rsid w:val="00377F67"/>
    <w:rsid w:val="00380D19"/>
    <w:rsid w:val="00382E49"/>
    <w:rsid w:val="00385833"/>
    <w:rsid w:val="00387322"/>
    <w:rsid w:val="00387923"/>
    <w:rsid w:val="003936BF"/>
    <w:rsid w:val="003954A5"/>
    <w:rsid w:val="003977F3"/>
    <w:rsid w:val="00397EAF"/>
    <w:rsid w:val="003A0528"/>
    <w:rsid w:val="003A3A40"/>
    <w:rsid w:val="003A576C"/>
    <w:rsid w:val="003A5C2E"/>
    <w:rsid w:val="003A6E46"/>
    <w:rsid w:val="003B021F"/>
    <w:rsid w:val="003B306D"/>
    <w:rsid w:val="003B6611"/>
    <w:rsid w:val="003B74D5"/>
    <w:rsid w:val="003C1E0C"/>
    <w:rsid w:val="003D23C1"/>
    <w:rsid w:val="003E2337"/>
    <w:rsid w:val="003E2891"/>
    <w:rsid w:val="003E29DA"/>
    <w:rsid w:val="003E3AB8"/>
    <w:rsid w:val="003E5CAF"/>
    <w:rsid w:val="003F0562"/>
    <w:rsid w:val="003F1378"/>
    <w:rsid w:val="003F65B1"/>
    <w:rsid w:val="00401006"/>
    <w:rsid w:val="004012DB"/>
    <w:rsid w:val="00402857"/>
    <w:rsid w:val="00406BA5"/>
    <w:rsid w:val="0041126B"/>
    <w:rsid w:val="0041336C"/>
    <w:rsid w:val="00415B5D"/>
    <w:rsid w:val="004179FB"/>
    <w:rsid w:val="00420AEB"/>
    <w:rsid w:val="00420E8E"/>
    <w:rsid w:val="00421048"/>
    <w:rsid w:val="00421740"/>
    <w:rsid w:val="00425666"/>
    <w:rsid w:val="004261A5"/>
    <w:rsid w:val="004277D0"/>
    <w:rsid w:val="00430B45"/>
    <w:rsid w:val="004420F1"/>
    <w:rsid w:val="004422E4"/>
    <w:rsid w:val="004455D5"/>
    <w:rsid w:val="00454030"/>
    <w:rsid w:val="0045595F"/>
    <w:rsid w:val="00455CD6"/>
    <w:rsid w:val="00456031"/>
    <w:rsid w:val="00460EB6"/>
    <w:rsid w:val="00462A75"/>
    <w:rsid w:val="004652BD"/>
    <w:rsid w:val="00466109"/>
    <w:rsid w:val="00470C01"/>
    <w:rsid w:val="00470F4E"/>
    <w:rsid w:val="0047169A"/>
    <w:rsid w:val="00472876"/>
    <w:rsid w:val="00481BA0"/>
    <w:rsid w:val="004842A1"/>
    <w:rsid w:val="00484F41"/>
    <w:rsid w:val="004861B5"/>
    <w:rsid w:val="00494F6A"/>
    <w:rsid w:val="00495C36"/>
    <w:rsid w:val="00496371"/>
    <w:rsid w:val="004A6F48"/>
    <w:rsid w:val="004B58D2"/>
    <w:rsid w:val="004C2A70"/>
    <w:rsid w:val="004C6C2C"/>
    <w:rsid w:val="004C6D2F"/>
    <w:rsid w:val="004D3F9C"/>
    <w:rsid w:val="004D5B65"/>
    <w:rsid w:val="004D6182"/>
    <w:rsid w:val="004E118E"/>
    <w:rsid w:val="004E3C9F"/>
    <w:rsid w:val="004E6E31"/>
    <w:rsid w:val="004F62AD"/>
    <w:rsid w:val="005030B7"/>
    <w:rsid w:val="00510885"/>
    <w:rsid w:val="00515F22"/>
    <w:rsid w:val="005173D6"/>
    <w:rsid w:val="005229BE"/>
    <w:rsid w:val="005231F2"/>
    <w:rsid w:val="0052755F"/>
    <w:rsid w:val="00540299"/>
    <w:rsid w:val="00546A93"/>
    <w:rsid w:val="00547988"/>
    <w:rsid w:val="00553467"/>
    <w:rsid w:val="0055401F"/>
    <w:rsid w:val="00555223"/>
    <w:rsid w:val="00557FF6"/>
    <w:rsid w:val="005608D9"/>
    <w:rsid w:val="00564244"/>
    <w:rsid w:val="00576B56"/>
    <w:rsid w:val="00587761"/>
    <w:rsid w:val="00590490"/>
    <w:rsid w:val="005915AE"/>
    <w:rsid w:val="00593B8B"/>
    <w:rsid w:val="00595304"/>
    <w:rsid w:val="005A18FB"/>
    <w:rsid w:val="005A2C8D"/>
    <w:rsid w:val="005A33DD"/>
    <w:rsid w:val="005A62FF"/>
    <w:rsid w:val="005B09AC"/>
    <w:rsid w:val="005B15D4"/>
    <w:rsid w:val="005B187E"/>
    <w:rsid w:val="005B58A0"/>
    <w:rsid w:val="005B66CF"/>
    <w:rsid w:val="005B68AA"/>
    <w:rsid w:val="005B6A03"/>
    <w:rsid w:val="005C1A42"/>
    <w:rsid w:val="005C6F97"/>
    <w:rsid w:val="005D0D5F"/>
    <w:rsid w:val="005D6B53"/>
    <w:rsid w:val="005E1456"/>
    <w:rsid w:val="005E4DDB"/>
    <w:rsid w:val="005F13DF"/>
    <w:rsid w:val="006020C2"/>
    <w:rsid w:val="00611524"/>
    <w:rsid w:val="00612045"/>
    <w:rsid w:val="00612D31"/>
    <w:rsid w:val="00614E7C"/>
    <w:rsid w:val="0062619C"/>
    <w:rsid w:val="00627812"/>
    <w:rsid w:val="006311E9"/>
    <w:rsid w:val="0064058D"/>
    <w:rsid w:val="00642D68"/>
    <w:rsid w:val="00643764"/>
    <w:rsid w:val="00643ACD"/>
    <w:rsid w:val="00650738"/>
    <w:rsid w:val="00653D65"/>
    <w:rsid w:val="00660CD8"/>
    <w:rsid w:val="00665B80"/>
    <w:rsid w:val="00676462"/>
    <w:rsid w:val="00680885"/>
    <w:rsid w:val="00681AE3"/>
    <w:rsid w:val="00681EC3"/>
    <w:rsid w:val="00683C4C"/>
    <w:rsid w:val="00683EE0"/>
    <w:rsid w:val="00686D16"/>
    <w:rsid w:val="0068790D"/>
    <w:rsid w:val="006902D2"/>
    <w:rsid w:val="006A2AAD"/>
    <w:rsid w:val="006A72E9"/>
    <w:rsid w:val="006A7786"/>
    <w:rsid w:val="006B683B"/>
    <w:rsid w:val="006C359A"/>
    <w:rsid w:val="006C3F7A"/>
    <w:rsid w:val="006C54C6"/>
    <w:rsid w:val="006D21F0"/>
    <w:rsid w:val="006E105D"/>
    <w:rsid w:val="006E4B77"/>
    <w:rsid w:val="006F70E1"/>
    <w:rsid w:val="007004B9"/>
    <w:rsid w:val="00700E9D"/>
    <w:rsid w:val="00703906"/>
    <w:rsid w:val="007144DD"/>
    <w:rsid w:val="00715E3C"/>
    <w:rsid w:val="00722B9D"/>
    <w:rsid w:val="00726E40"/>
    <w:rsid w:val="0073341E"/>
    <w:rsid w:val="0073736C"/>
    <w:rsid w:val="00747097"/>
    <w:rsid w:val="00750E76"/>
    <w:rsid w:val="007542A0"/>
    <w:rsid w:val="007566DA"/>
    <w:rsid w:val="00757AFD"/>
    <w:rsid w:val="00770129"/>
    <w:rsid w:val="007708BF"/>
    <w:rsid w:val="00772056"/>
    <w:rsid w:val="00773146"/>
    <w:rsid w:val="00773D29"/>
    <w:rsid w:val="0077654F"/>
    <w:rsid w:val="00777255"/>
    <w:rsid w:val="00777E06"/>
    <w:rsid w:val="00780BD6"/>
    <w:rsid w:val="00784DFD"/>
    <w:rsid w:val="00786DC5"/>
    <w:rsid w:val="007A23D2"/>
    <w:rsid w:val="007A4558"/>
    <w:rsid w:val="007A4A48"/>
    <w:rsid w:val="007A53FD"/>
    <w:rsid w:val="007B4F2F"/>
    <w:rsid w:val="007B540E"/>
    <w:rsid w:val="007B6EE4"/>
    <w:rsid w:val="007B7F40"/>
    <w:rsid w:val="007D609D"/>
    <w:rsid w:val="007D6A47"/>
    <w:rsid w:val="007D70EB"/>
    <w:rsid w:val="007E5AC5"/>
    <w:rsid w:val="007F0604"/>
    <w:rsid w:val="007F3FDA"/>
    <w:rsid w:val="00800CAB"/>
    <w:rsid w:val="00801C22"/>
    <w:rsid w:val="00802C79"/>
    <w:rsid w:val="00804156"/>
    <w:rsid w:val="0080748B"/>
    <w:rsid w:val="0081205E"/>
    <w:rsid w:val="008237D6"/>
    <w:rsid w:val="008261A9"/>
    <w:rsid w:val="00826527"/>
    <w:rsid w:val="00827FE4"/>
    <w:rsid w:val="00836BA5"/>
    <w:rsid w:val="0084221E"/>
    <w:rsid w:val="008460FC"/>
    <w:rsid w:val="00857391"/>
    <w:rsid w:val="008658CB"/>
    <w:rsid w:val="00870ABE"/>
    <w:rsid w:val="008728AB"/>
    <w:rsid w:val="00872CFB"/>
    <w:rsid w:val="00880D50"/>
    <w:rsid w:val="00885DE4"/>
    <w:rsid w:val="008926AB"/>
    <w:rsid w:val="00895D58"/>
    <w:rsid w:val="00895E9F"/>
    <w:rsid w:val="00897D2C"/>
    <w:rsid w:val="008A1050"/>
    <w:rsid w:val="008A6A6A"/>
    <w:rsid w:val="008A7B4A"/>
    <w:rsid w:val="008B0025"/>
    <w:rsid w:val="008B535F"/>
    <w:rsid w:val="008C37DD"/>
    <w:rsid w:val="008C4B88"/>
    <w:rsid w:val="008C5A4C"/>
    <w:rsid w:val="008C73AB"/>
    <w:rsid w:val="008D1562"/>
    <w:rsid w:val="008D2802"/>
    <w:rsid w:val="008D4DD2"/>
    <w:rsid w:val="008D50FD"/>
    <w:rsid w:val="008E0F7F"/>
    <w:rsid w:val="008E255C"/>
    <w:rsid w:val="008F0375"/>
    <w:rsid w:val="008F103B"/>
    <w:rsid w:val="008F4CAE"/>
    <w:rsid w:val="00901163"/>
    <w:rsid w:val="00903295"/>
    <w:rsid w:val="0090408E"/>
    <w:rsid w:val="009042D3"/>
    <w:rsid w:val="00906191"/>
    <w:rsid w:val="0090763A"/>
    <w:rsid w:val="00912F7C"/>
    <w:rsid w:val="00915A88"/>
    <w:rsid w:val="009168DF"/>
    <w:rsid w:val="0092104C"/>
    <w:rsid w:val="009242F6"/>
    <w:rsid w:val="0092795C"/>
    <w:rsid w:val="00930421"/>
    <w:rsid w:val="00932AEF"/>
    <w:rsid w:val="00937EF6"/>
    <w:rsid w:val="00940185"/>
    <w:rsid w:val="00943A08"/>
    <w:rsid w:val="00944E81"/>
    <w:rsid w:val="00945176"/>
    <w:rsid w:val="00946A22"/>
    <w:rsid w:val="00947FF3"/>
    <w:rsid w:val="009500FA"/>
    <w:rsid w:val="00950218"/>
    <w:rsid w:val="009632C9"/>
    <w:rsid w:val="0096432F"/>
    <w:rsid w:val="00964DD4"/>
    <w:rsid w:val="00965058"/>
    <w:rsid w:val="00967E7E"/>
    <w:rsid w:val="0097173B"/>
    <w:rsid w:val="00971A5D"/>
    <w:rsid w:val="009734EA"/>
    <w:rsid w:val="009739A5"/>
    <w:rsid w:val="00976D05"/>
    <w:rsid w:val="00980660"/>
    <w:rsid w:val="00980CBC"/>
    <w:rsid w:val="00983A8B"/>
    <w:rsid w:val="00987F92"/>
    <w:rsid w:val="00990A6A"/>
    <w:rsid w:val="00991A1D"/>
    <w:rsid w:val="00992CC5"/>
    <w:rsid w:val="009946D2"/>
    <w:rsid w:val="009A0FD5"/>
    <w:rsid w:val="009A150A"/>
    <w:rsid w:val="009B061F"/>
    <w:rsid w:val="009B3637"/>
    <w:rsid w:val="009B5957"/>
    <w:rsid w:val="009B6797"/>
    <w:rsid w:val="009B772D"/>
    <w:rsid w:val="009C3CAB"/>
    <w:rsid w:val="009D25FC"/>
    <w:rsid w:val="009E076C"/>
    <w:rsid w:val="009E2047"/>
    <w:rsid w:val="009F2B4D"/>
    <w:rsid w:val="009F383A"/>
    <w:rsid w:val="009F47D4"/>
    <w:rsid w:val="009F755F"/>
    <w:rsid w:val="00A00157"/>
    <w:rsid w:val="00A15A44"/>
    <w:rsid w:val="00A15D00"/>
    <w:rsid w:val="00A25035"/>
    <w:rsid w:val="00A256E9"/>
    <w:rsid w:val="00A31236"/>
    <w:rsid w:val="00A32304"/>
    <w:rsid w:val="00A32F6E"/>
    <w:rsid w:val="00A34B80"/>
    <w:rsid w:val="00A35429"/>
    <w:rsid w:val="00A35B94"/>
    <w:rsid w:val="00A35BCD"/>
    <w:rsid w:val="00A37364"/>
    <w:rsid w:val="00A37C96"/>
    <w:rsid w:val="00A40F62"/>
    <w:rsid w:val="00A53905"/>
    <w:rsid w:val="00A57D68"/>
    <w:rsid w:val="00A60EE0"/>
    <w:rsid w:val="00A62734"/>
    <w:rsid w:val="00A64D50"/>
    <w:rsid w:val="00A70DFB"/>
    <w:rsid w:val="00A72510"/>
    <w:rsid w:val="00A72F81"/>
    <w:rsid w:val="00A74282"/>
    <w:rsid w:val="00A76D28"/>
    <w:rsid w:val="00A84E25"/>
    <w:rsid w:val="00A86B0E"/>
    <w:rsid w:val="00A915B1"/>
    <w:rsid w:val="00A92244"/>
    <w:rsid w:val="00A95EDD"/>
    <w:rsid w:val="00AA7787"/>
    <w:rsid w:val="00AB191D"/>
    <w:rsid w:val="00AB203E"/>
    <w:rsid w:val="00AB348E"/>
    <w:rsid w:val="00AC35F6"/>
    <w:rsid w:val="00AC675E"/>
    <w:rsid w:val="00AD1A5D"/>
    <w:rsid w:val="00AD1C4D"/>
    <w:rsid w:val="00AD4CF1"/>
    <w:rsid w:val="00AD4D4A"/>
    <w:rsid w:val="00AD54AE"/>
    <w:rsid w:val="00AD60D2"/>
    <w:rsid w:val="00AE4152"/>
    <w:rsid w:val="00AE4771"/>
    <w:rsid w:val="00AF3471"/>
    <w:rsid w:val="00AF3789"/>
    <w:rsid w:val="00AF3D76"/>
    <w:rsid w:val="00AF421B"/>
    <w:rsid w:val="00AF75F2"/>
    <w:rsid w:val="00B11ED3"/>
    <w:rsid w:val="00B13224"/>
    <w:rsid w:val="00B2097D"/>
    <w:rsid w:val="00B20ECA"/>
    <w:rsid w:val="00B2250F"/>
    <w:rsid w:val="00B255EE"/>
    <w:rsid w:val="00B27C69"/>
    <w:rsid w:val="00B3799A"/>
    <w:rsid w:val="00B40BC7"/>
    <w:rsid w:val="00B41CA5"/>
    <w:rsid w:val="00B4273D"/>
    <w:rsid w:val="00B44A1A"/>
    <w:rsid w:val="00B459AB"/>
    <w:rsid w:val="00B50442"/>
    <w:rsid w:val="00B53644"/>
    <w:rsid w:val="00B543C4"/>
    <w:rsid w:val="00B55F43"/>
    <w:rsid w:val="00B616E6"/>
    <w:rsid w:val="00B64FBD"/>
    <w:rsid w:val="00B6516B"/>
    <w:rsid w:val="00B6676B"/>
    <w:rsid w:val="00B66F99"/>
    <w:rsid w:val="00B70158"/>
    <w:rsid w:val="00B71192"/>
    <w:rsid w:val="00B73C3F"/>
    <w:rsid w:val="00B7455C"/>
    <w:rsid w:val="00B74CCB"/>
    <w:rsid w:val="00B7659E"/>
    <w:rsid w:val="00B8019E"/>
    <w:rsid w:val="00B82DAB"/>
    <w:rsid w:val="00B91120"/>
    <w:rsid w:val="00B97608"/>
    <w:rsid w:val="00B97ADD"/>
    <w:rsid w:val="00BA73D1"/>
    <w:rsid w:val="00BA7F4E"/>
    <w:rsid w:val="00BB10CE"/>
    <w:rsid w:val="00BB1C21"/>
    <w:rsid w:val="00BB6E2D"/>
    <w:rsid w:val="00BB76D3"/>
    <w:rsid w:val="00BB798F"/>
    <w:rsid w:val="00BB7A10"/>
    <w:rsid w:val="00BC0F0B"/>
    <w:rsid w:val="00BC5C79"/>
    <w:rsid w:val="00BD4377"/>
    <w:rsid w:val="00BD7719"/>
    <w:rsid w:val="00BE1733"/>
    <w:rsid w:val="00BE2E2E"/>
    <w:rsid w:val="00BE44A5"/>
    <w:rsid w:val="00BF0877"/>
    <w:rsid w:val="00BF1282"/>
    <w:rsid w:val="00BF201D"/>
    <w:rsid w:val="00BF7BC3"/>
    <w:rsid w:val="00C02342"/>
    <w:rsid w:val="00C026A9"/>
    <w:rsid w:val="00C10C2F"/>
    <w:rsid w:val="00C14253"/>
    <w:rsid w:val="00C15BBF"/>
    <w:rsid w:val="00C21A42"/>
    <w:rsid w:val="00C22FF1"/>
    <w:rsid w:val="00C2781B"/>
    <w:rsid w:val="00C3003E"/>
    <w:rsid w:val="00C34053"/>
    <w:rsid w:val="00C43979"/>
    <w:rsid w:val="00C448CA"/>
    <w:rsid w:val="00C54D17"/>
    <w:rsid w:val="00C55FB7"/>
    <w:rsid w:val="00C57417"/>
    <w:rsid w:val="00C62275"/>
    <w:rsid w:val="00C62BBA"/>
    <w:rsid w:val="00C63D7F"/>
    <w:rsid w:val="00C64984"/>
    <w:rsid w:val="00C65AD4"/>
    <w:rsid w:val="00C718EA"/>
    <w:rsid w:val="00C721F1"/>
    <w:rsid w:val="00C751AA"/>
    <w:rsid w:val="00C825EA"/>
    <w:rsid w:val="00C85F16"/>
    <w:rsid w:val="00C9223E"/>
    <w:rsid w:val="00C92F67"/>
    <w:rsid w:val="00C93A9F"/>
    <w:rsid w:val="00CA023E"/>
    <w:rsid w:val="00CA2F57"/>
    <w:rsid w:val="00CA5962"/>
    <w:rsid w:val="00CA7F42"/>
    <w:rsid w:val="00CB5595"/>
    <w:rsid w:val="00CC76D7"/>
    <w:rsid w:val="00CD70FB"/>
    <w:rsid w:val="00CD73DA"/>
    <w:rsid w:val="00CD7832"/>
    <w:rsid w:val="00CE0810"/>
    <w:rsid w:val="00CE08CA"/>
    <w:rsid w:val="00CE2CCF"/>
    <w:rsid w:val="00CF02D5"/>
    <w:rsid w:val="00CF046C"/>
    <w:rsid w:val="00CF2517"/>
    <w:rsid w:val="00CF3735"/>
    <w:rsid w:val="00CF5FB7"/>
    <w:rsid w:val="00CF6924"/>
    <w:rsid w:val="00CF78C7"/>
    <w:rsid w:val="00CF7BF8"/>
    <w:rsid w:val="00D01820"/>
    <w:rsid w:val="00D01C10"/>
    <w:rsid w:val="00D0453B"/>
    <w:rsid w:val="00D04F7E"/>
    <w:rsid w:val="00D04F8F"/>
    <w:rsid w:val="00D10771"/>
    <w:rsid w:val="00D11465"/>
    <w:rsid w:val="00D11A55"/>
    <w:rsid w:val="00D15025"/>
    <w:rsid w:val="00D154A3"/>
    <w:rsid w:val="00D26D6D"/>
    <w:rsid w:val="00D365E6"/>
    <w:rsid w:val="00D36B25"/>
    <w:rsid w:val="00D52801"/>
    <w:rsid w:val="00D550FC"/>
    <w:rsid w:val="00D552E1"/>
    <w:rsid w:val="00D55540"/>
    <w:rsid w:val="00D6267C"/>
    <w:rsid w:val="00D63DBE"/>
    <w:rsid w:val="00D64F07"/>
    <w:rsid w:val="00D75BC1"/>
    <w:rsid w:val="00D80C18"/>
    <w:rsid w:val="00D87CB3"/>
    <w:rsid w:val="00D91B96"/>
    <w:rsid w:val="00D974DB"/>
    <w:rsid w:val="00DA565F"/>
    <w:rsid w:val="00DB02CD"/>
    <w:rsid w:val="00DB1C89"/>
    <w:rsid w:val="00DB66C3"/>
    <w:rsid w:val="00DC294D"/>
    <w:rsid w:val="00DC5E28"/>
    <w:rsid w:val="00DD18B6"/>
    <w:rsid w:val="00DD45A1"/>
    <w:rsid w:val="00DD4AB2"/>
    <w:rsid w:val="00DD6461"/>
    <w:rsid w:val="00DE5169"/>
    <w:rsid w:val="00DE530C"/>
    <w:rsid w:val="00DE65A9"/>
    <w:rsid w:val="00DF1D04"/>
    <w:rsid w:val="00DF794F"/>
    <w:rsid w:val="00E0714A"/>
    <w:rsid w:val="00E22D8F"/>
    <w:rsid w:val="00E31379"/>
    <w:rsid w:val="00E37010"/>
    <w:rsid w:val="00E37389"/>
    <w:rsid w:val="00E40BF2"/>
    <w:rsid w:val="00E40FEF"/>
    <w:rsid w:val="00E41117"/>
    <w:rsid w:val="00E4198F"/>
    <w:rsid w:val="00E4292B"/>
    <w:rsid w:val="00E431FB"/>
    <w:rsid w:val="00E4440E"/>
    <w:rsid w:val="00E45D32"/>
    <w:rsid w:val="00E51746"/>
    <w:rsid w:val="00E542FF"/>
    <w:rsid w:val="00E5462B"/>
    <w:rsid w:val="00E65E61"/>
    <w:rsid w:val="00E73113"/>
    <w:rsid w:val="00E76D0B"/>
    <w:rsid w:val="00E87747"/>
    <w:rsid w:val="00E932FC"/>
    <w:rsid w:val="00E935CD"/>
    <w:rsid w:val="00E94543"/>
    <w:rsid w:val="00EA0750"/>
    <w:rsid w:val="00EA3471"/>
    <w:rsid w:val="00EA3B07"/>
    <w:rsid w:val="00EA3D04"/>
    <w:rsid w:val="00EA3E32"/>
    <w:rsid w:val="00EA5BB2"/>
    <w:rsid w:val="00EA68EA"/>
    <w:rsid w:val="00EB2348"/>
    <w:rsid w:val="00EB2872"/>
    <w:rsid w:val="00EC224A"/>
    <w:rsid w:val="00EC562C"/>
    <w:rsid w:val="00EC5936"/>
    <w:rsid w:val="00EC7844"/>
    <w:rsid w:val="00ED5B72"/>
    <w:rsid w:val="00ED7487"/>
    <w:rsid w:val="00ED7CFD"/>
    <w:rsid w:val="00EE7A8D"/>
    <w:rsid w:val="00EF1154"/>
    <w:rsid w:val="00F04FE6"/>
    <w:rsid w:val="00F06860"/>
    <w:rsid w:val="00F069CD"/>
    <w:rsid w:val="00F10C6C"/>
    <w:rsid w:val="00F11CAA"/>
    <w:rsid w:val="00F1256D"/>
    <w:rsid w:val="00F137E6"/>
    <w:rsid w:val="00F1654E"/>
    <w:rsid w:val="00F27F0D"/>
    <w:rsid w:val="00F30AA3"/>
    <w:rsid w:val="00F36F32"/>
    <w:rsid w:val="00F40D00"/>
    <w:rsid w:val="00F4126E"/>
    <w:rsid w:val="00F50941"/>
    <w:rsid w:val="00F52C61"/>
    <w:rsid w:val="00F53F8A"/>
    <w:rsid w:val="00F55B2E"/>
    <w:rsid w:val="00F60A06"/>
    <w:rsid w:val="00F64285"/>
    <w:rsid w:val="00F749B5"/>
    <w:rsid w:val="00F74B59"/>
    <w:rsid w:val="00F752C7"/>
    <w:rsid w:val="00F76F78"/>
    <w:rsid w:val="00F84107"/>
    <w:rsid w:val="00F918F1"/>
    <w:rsid w:val="00F94895"/>
    <w:rsid w:val="00FA1AC4"/>
    <w:rsid w:val="00FA59D1"/>
    <w:rsid w:val="00FB162C"/>
    <w:rsid w:val="00FB38AE"/>
    <w:rsid w:val="00FB3920"/>
    <w:rsid w:val="00FB6908"/>
    <w:rsid w:val="00FB7437"/>
    <w:rsid w:val="00FC0A10"/>
    <w:rsid w:val="00FC1433"/>
    <w:rsid w:val="00FC3EC9"/>
    <w:rsid w:val="00FC6695"/>
    <w:rsid w:val="00FD2778"/>
    <w:rsid w:val="00FD31BE"/>
    <w:rsid w:val="00FD3540"/>
    <w:rsid w:val="00FD75CB"/>
    <w:rsid w:val="00FD7FDA"/>
    <w:rsid w:val="00FE145A"/>
    <w:rsid w:val="00FE41BE"/>
    <w:rsid w:val="00FE6671"/>
    <w:rsid w:val="00FF3DD6"/>
    <w:rsid w:val="00FF4353"/>
    <w:rsid w:val="00FF4382"/>
    <w:rsid w:val="00FF566F"/>
    <w:rsid w:val="04025BED"/>
    <w:rsid w:val="140B70F5"/>
    <w:rsid w:val="1FD04999"/>
    <w:rsid w:val="22D623D8"/>
    <w:rsid w:val="285263B2"/>
    <w:rsid w:val="2B143642"/>
    <w:rsid w:val="3186135C"/>
    <w:rsid w:val="33837901"/>
    <w:rsid w:val="392003DE"/>
    <w:rsid w:val="42220C2D"/>
    <w:rsid w:val="440C749E"/>
    <w:rsid w:val="504B57F2"/>
    <w:rsid w:val="51025EB1"/>
    <w:rsid w:val="5625409B"/>
    <w:rsid w:val="56B714EC"/>
    <w:rsid w:val="5AEB71A1"/>
    <w:rsid w:val="5DBE5856"/>
    <w:rsid w:val="622E7DA5"/>
    <w:rsid w:val="62F007C3"/>
    <w:rsid w:val="69164798"/>
    <w:rsid w:val="6BF95CAB"/>
    <w:rsid w:val="6D98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931FC65"/>
  <w15:docId w15:val="{AA859B95-B559-456D-BAEE-E436AFAC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0" w:unhideWhenUsed="1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nhideWhenUsed/>
    <w:qFormat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qFormat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pPr>
      <w:tabs>
        <w:tab w:val="left" w:pos="1584"/>
      </w:tabs>
      <w:spacing w:before="240" w:after="60"/>
      <w:ind w:left="1584" w:hanging="1584"/>
      <w:outlineLvl w:val="8"/>
    </w:pPr>
    <w:rPr>
      <w:rFonts w:eastAsia="Times New Roman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qFormat/>
    <w:rPr>
      <w:color w:val="0563C1" w:themeColor="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qFormat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qFormat/>
    <w:rPr>
      <w:sz w:val="16"/>
      <w:szCs w:val="16"/>
    </w:rPr>
  </w:style>
  <w:style w:type="character" w:styleId="Numrodepage">
    <w:name w:val="page number"/>
    <w:basedOn w:val="Policepardfaut"/>
    <w:semiHidden/>
    <w:unhideWhenUsed/>
    <w:qFormat/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ienhypertextesuivivisit">
    <w:name w:val="FollowedHyperlink"/>
    <w:uiPriority w:val="99"/>
    <w:qFormat/>
    <w:rPr>
      <w:color w:val="800080"/>
      <w:u w:val="single"/>
    </w:rPr>
  </w:style>
  <w:style w:type="paragraph" w:styleId="TM9">
    <w:name w:val="toc 9"/>
    <w:basedOn w:val="Normal"/>
    <w:next w:val="Normal"/>
    <w:semiHidden/>
    <w:qFormat/>
    <w:pPr>
      <w:spacing w:after="0"/>
      <w:ind w:left="192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semiHidden/>
    <w:qFormat/>
    <w:pPr>
      <w:spacing w:after="0"/>
      <w:ind w:left="96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pPr>
      <w:overflowPunct w:val="0"/>
      <w:autoSpaceDE w:val="0"/>
      <w:autoSpaceDN w:val="0"/>
      <w:adjustRightInd w:val="0"/>
      <w:spacing w:after="0"/>
      <w:textAlignment w:val="baseline"/>
    </w:pPr>
    <w:rPr>
      <w:rFonts w:ascii="Palatino" w:eastAsia="Times New Roman" w:hAnsi="Palatino" w:cs="Times New Roman"/>
      <w:sz w:val="20"/>
      <w:szCs w:val="20"/>
      <w:lang w:eastAsia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qFormat/>
    <w:rPr>
      <w:b/>
      <w:bCs/>
    </w:rPr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paragraph" w:styleId="Retraitcorpsdetexte">
    <w:name w:val="Body Text Indent"/>
    <w:basedOn w:val="Normal"/>
    <w:link w:val="RetraitcorpsdetexteCar"/>
    <w:qFormat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enumros">
    <w:name w:val="List Number"/>
    <w:basedOn w:val="Normal"/>
    <w:qFormat/>
    <w:pPr>
      <w:numPr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paragraph" w:styleId="Corpsdetexte">
    <w:name w:val="Body Text"/>
    <w:basedOn w:val="Normal"/>
    <w:link w:val="CorpsdetexteCar"/>
    <w:qFormat/>
    <w:pPr>
      <w:spacing w:after="0" w:line="360" w:lineRule="auto"/>
      <w:jc w:val="both"/>
    </w:pPr>
    <w:rPr>
      <w:rFonts w:eastAsia="Times New Roman" w:cs="Arial"/>
      <w:sz w:val="24"/>
      <w:szCs w:val="24"/>
      <w:lang w:eastAsia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M8">
    <w:name w:val="toc 8"/>
    <w:basedOn w:val="Normal"/>
    <w:next w:val="Normal"/>
    <w:semiHidden/>
    <w:qFormat/>
    <w:pPr>
      <w:spacing w:after="0"/>
      <w:ind w:left="168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4">
    <w:name w:val="toc 4"/>
    <w:basedOn w:val="Normal"/>
    <w:next w:val="Normal"/>
    <w:semiHidden/>
    <w:unhideWhenUsed/>
    <w:qFormat/>
    <w:pPr>
      <w:spacing w:after="100"/>
    </w:pPr>
  </w:style>
  <w:style w:type="paragraph" w:styleId="Corpsdetexte2">
    <w:name w:val="Body Text 2"/>
    <w:basedOn w:val="Normal"/>
    <w:link w:val="Corpsdetexte2Car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7">
    <w:name w:val="toc 7"/>
    <w:basedOn w:val="Normal"/>
    <w:next w:val="Normal"/>
    <w:semiHidden/>
    <w:qFormat/>
    <w:pPr>
      <w:spacing w:after="0"/>
      <w:ind w:left="144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3">
    <w:name w:val="toc 3"/>
    <w:basedOn w:val="Normal"/>
    <w:next w:val="Normal"/>
    <w:uiPriority w:val="39"/>
    <w:unhideWhenUsed/>
    <w:qFormat/>
    <w:pPr>
      <w:spacing w:after="100"/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unhideWhenUsed/>
    <w:qFormat/>
    <w:pPr>
      <w:tabs>
        <w:tab w:val="center" w:pos="4536"/>
        <w:tab w:val="right" w:pos="9072"/>
      </w:tabs>
    </w:pPr>
  </w:style>
  <w:style w:type="paragraph" w:styleId="TM6">
    <w:name w:val="toc 6"/>
    <w:basedOn w:val="Normal"/>
    <w:next w:val="Normal"/>
    <w:semiHidden/>
    <w:qFormat/>
    <w:pPr>
      <w:spacing w:after="0"/>
      <w:ind w:left="120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2">
    <w:name w:val="toc 2"/>
    <w:basedOn w:val="Normal"/>
    <w:next w:val="Normal"/>
    <w:uiPriority w:val="39"/>
    <w:unhideWhenUsed/>
    <w:qFormat/>
    <w:pPr>
      <w:tabs>
        <w:tab w:val="left" w:pos="1134"/>
        <w:tab w:val="right" w:leader="dot" w:pos="9061"/>
      </w:tabs>
      <w:spacing w:after="0"/>
      <w:ind w:left="1134" w:hanging="567"/>
    </w:pPr>
  </w:style>
  <w:style w:type="paragraph" w:styleId="Titre">
    <w:name w:val="Title"/>
    <w:basedOn w:val="Normal"/>
    <w:next w:val="Normal"/>
    <w:link w:val="TitreCar"/>
    <w:uiPriority w:val="10"/>
    <w:qFormat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paragraph" w:styleId="TM1">
    <w:name w:val="toc 1"/>
    <w:basedOn w:val="Normal"/>
    <w:next w:val="Normal"/>
    <w:uiPriority w:val="39"/>
    <w:unhideWhenUsed/>
    <w:qFormat/>
    <w:pPr>
      <w:tabs>
        <w:tab w:val="left" w:pos="567"/>
        <w:tab w:val="right" w:leader="dot" w:pos="9061"/>
      </w:tabs>
      <w:spacing w:before="240" w:after="0"/>
      <w:ind w:left="567" w:hanging="567"/>
    </w:pPr>
    <w:rPr>
      <w:b/>
    </w:rPr>
  </w:style>
  <w:style w:type="paragraph" w:customStyle="1" w:styleId="1Einrckung">
    <w:name w:val="1. Einrückung"/>
    <w:basedOn w:val="Normal"/>
    <w:qFormat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qFormat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PieddepageCar">
    <w:name w:val="Pied de page Car"/>
    <w:basedOn w:val="Policepardfaut"/>
    <w:link w:val="Pieddepage"/>
    <w:uiPriority w:val="99"/>
    <w:qFormat/>
    <w:rPr>
      <w:rFonts w:ascii="Arial" w:eastAsiaTheme="minorHAnsi" w:hAnsi="Arial"/>
      <w:lang w:eastAsia="en-US"/>
    </w:rPr>
  </w:style>
  <w:style w:type="paragraph" w:styleId="Sansinterligne">
    <w:name w:val="No Spacing"/>
    <w:basedOn w:val="Normal"/>
    <w:link w:val="SansinterligneCar"/>
    <w:uiPriority w:val="1"/>
    <w:unhideWhenUsed/>
    <w:qFormat/>
  </w:style>
  <w:style w:type="character" w:customStyle="1" w:styleId="En-tteCar">
    <w:name w:val="En-tête Car"/>
    <w:basedOn w:val="Policepardfaut"/>
    <w:link w:val="En-tte"/>
    <w:uiPriority w:val="99"/>
    <w:qFormat/>
    <w:rPr>
      <w:rFonts w:ascii="Arial" w:eastAsiaTheme="minorHAnsi" w:hAnsi="Arial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eastAsiaTheme="minorHAns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qFormat/>
    <w:rPr>
      <w:rFonts w:ascii="Arial" w:eastAsia="Times New Roman" w:hAnsi="Arial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qFormat/>
    <w:rPr>
      <w:rFonts w:ascii="Arial" w:eastAsiaTheme="majorEastAsia" w:hAnsi="Arial" w:cstheme="majorBidi"/>
      <w:b/>
      <w:bCs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qFormat/>
    <w:rPr>
      <w:rFonts w:ascii="Arial" w:eastAsiaTheme="majorEastAsia" w:hAnsi="Arial" w:cstheme="majorBidi"/>
      <w:b/>
      <w:bCs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1"/>
    <w:qFormat/>
    <w:rPr>
      <w:rFonts w:ascii="Arial" w:eastAsiaTheme="majorEastAsia" w:hAnsi="Arial" w:cstheme="maj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uiPriority w:val="9"/>
    <w:qFormat/>
    <w:rPr>
      <w:rFonts w:ascii="Arial" w:eastAsiaTheme="majorEastAsia" w:hAnsi="Arial" w:cstheme="majorBidi"/>
      <w:bCs/>
      <w:iCs/>
      <w:lang w:eastAsia="en-US"/>
    </w:rPr>
  </w:style>
  <w:style w:type="character" w:customStyle="1" w:styleId="TitreCar">
    <w:name w:val="Titre Car"/>
    <w:basedOn w:val="Policepardfaut"/>
    <w:link w:val="Titre"/>
    <w:uiPriority w:val="10"/>
    <w:qFormat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paragraph" w:styleId="Paragraphedeliste">
    <w:name w:val="List Paragraph"/>
    <w:aliases w:val="Tableau Adere,Bullets,Paragraphe  revu,Paragraphe de liste1,References,Premier,List Bullet Mary,Body,Figures,List Paragraph (numbered (a)),Numbered paragraph,Paragraphe de liste2,Titre1,Liste 1,Numbered List Paragraph,List Paragraph"/>
    <w:basedOn w:val="Normal"/>
    <w:link w:val="ParagraphedelisteCar"/>
    <w:uiPriority w:val="34"/>
    <w:qFormat/>
    <w:pPr>
      <w:ind w:left="720"/>
      <w:contextualSpacing/>
    </w:pPr>
  </w:style>
  <w:style w:type="paragraph" w:customStyle="1" w:styleId="ZulschenderText">
    <w:name w:val="Zu löschender Text"/>
    <w:basedOn w:val="Normal"/>
    <w:link w:val="ZulschenderTextZchn"/>
    <w:qFormat/>
    <w:rPr>
      <w:i/>
      <w:color w:val="ED7D31" w:themeColor="accent2"/>
    </w:rPr>
  </w:style>
  <w:style w:type="character" w:customStyle="1" w:styleId="ZulschenderTextZchn">
    <w:name w:val="Zu löschender Text Zchn"/>
    <w:basedOn w:val="Policepardfaut"/>
    <w:link w:val="ZulschenderText"/>
    <w:qFormat/>
    <w:rPr>
      <w:rFonts w:ascii="Arial" w:hAnsi="Arial"/>
      <w:i/>
      <w:color w:val="ED7D31" w:themeColor="accent2"/>
      <w:lang w:eastAsia="en-US"/>
    </w:rPr>
  </w:style>
  <w:style w:type="paragraph" w:customStyle="1" w:styleId="ZwischenberschriftohneAbstand">
    <w:name w:val="Zwischenüberschrift ohne Abstand"/>
    <w:basedOn w:val="Normal"/>
    <w:next w:val="Normal"/>
    <w:link w:val="ZwischenberschriftohneAbstandZchn"/>
    <w:qFormat/>
    <w:pPr>
      <w:keepNext/>
      <w:spacing w:after="0"/>
    </w:pPr>
  </w:style>
  <w:style w:type="paragraph" w:customStyle="1" w:styleId="ZwischenberschriftmitAbstand">
    <w:name w:val="Zwischenüberschrift mit Abstand"/>
    <w:basedOn w:val="Normal"/>
    <w:next w:val="Normal"/>
    <w:link w:val="ZwischenberschriftmitAbstandZchn"/>
    <w:qFormat/>
    <w:pPr>
      <w:keepNext/>
    </w:pPr>
  </w:style>
  <w:style w:type="character" w:customStyle="1" w:styleId="ZwischenberschriftohneAbstandZchn">
    <w:name w:val="Zwischenüberschrift ohne Abstand Zchn"/>
    <w:basedOn w:val="Policepardfaut"/>
    <w:link w:val="ZwischenberschriftohneAbstand"/>
    <w:qFormat/>
    <w:rPr>
      <w:rFonts w:ascii="Arial" w:hAnsi="Arial"/>
      <w:lang w:eastAsia="en-US"/>
    </w:rPr>
  </w:style>
  <w:style w:type="character" w:customStyle="1" w:styleId="ZwischenberschriftmitAbstandZchn">
    <w:name w:val="Zwischenüberschrift mit Abstand Zchn"/>
    <w:basedOn w:val="Policepardfaut"/>
    <w:link w:val="ZwischenberschriftmitAbstand"/>
    <w:qFormat/>
    <w:rPr>
      <w:rFonts w:ascii="Arial" w:hAnsi="Arial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Arial" w:hAnsi="Arial"/>
      <w:sz w:val="20"/>
      <w:szCs w:val="20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qFormat/>
    <w:rPr>
      <w:rFonts w:ascii="Arial" w:hAnsi="Arial"/>
      <w:b/>
      <w:bCs/>
      <w:sz w:val="20"/>
      <w:szCs w:val="20"/>
      <w:lang w:eastAsia="en-US"/>
    </w:rPr>
  </w:style>
  <w:style w:type="paragraph" w:customStyle="1" w:styleId="Rvision1">
    <w:name w:val="Révision1"/>
    <w:hidden/>
    <w:uiPriority w:val="99"/>
    <w:semiHidden/>
    <w:qFormat/>
    <w:rPr>
      <w:rFonts w:ascii="Arial" w:hAnsi="Arial"/>
      <w:sz w:val="22"/>
      <w:szCs w:val="22"/>
      <w:lang w:val="de-DE"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character" w:customStyle="1" w:styleId="ParagraphedelisteCar">
    <w:name w:val="Paragraphe de liste Car"/>
    <w:aliases w:val="Tableau Adere Car,Bullets Car,Paragraphe  revu Car,Paragraphe de liste1 Car,References Car,Premier Car,List Bullet Mary Car,Body Car,Figures Car,List Paragraph (numbered (a)) Car,Numbered paragraph Car,Paragraphe de liste2 Car"/>
    <w:link w:val="Paragraphedeliste"/>
    <w:uiPriority w:val="34"/>
    <w:qFormat/>
    <w:rPr>
      <w:rFonts w:ascii="Arial" w:hAnsi="Arial"/>
      <w:lang w:eastAsia="en-US"/>
    </w:rPr>
  </w:style>
  <w:style w:type="character" w:customStyle="1" w:styleId="tlid-translation">
    <w:name w:val="tlid-translation"/>
    <w:qFormat/>
  </w:style>
  <w:style w:type="paragraph" w:customStyle="1" w:styleId="Style2">
    <w:name w:val="Style2"/>
    <w:basedOn w:val="Normal"/>
    <w:link w:val="Style2Char"/>
    <w:qFormat/>
    <w:pPr>
      <w:numPr>
        <w:numId w:val="2"/>
      </w:numPr>
      <w:spacing w:before="120" w:after="120"/>
      <w:contextualSpacing/>
      <w:jc w:val="both"/>
    </w:pPr>
    <w:rPr>
      <w:rFonts w:ascii="Arial Nova" w:eastAsia="Arial Nova" w:hAnsi="Arial Nova" w:cs="Arial Nova"/>
      <w:b/>
      <w:bCs/>
      <w:color w:val="0070C0"/>
    </w:rPr>
  </w:style>
  <w:style w:type="paragraph" w:customStyle="1" w:styleId="Style3">
    <w:name w:val="Style3"/>
    <w:basedOn w:val="Normal"/>
    <w:link w:val="Style3Char"/>
    <w:qFormat/>
    <w:pPr>
      <w:spacing w:before="120" w:after="120"/>
      <w:ind w:left="720" w:hanging="360"/>
      <w:contextualSpacing/>
      <w:jc w:val="both"/>
    </w:pPr>
    <w:rPr>
      <w:rFonts w:ascii="Arial Nova" w:eastAsia="Arial Nova" w:hAnsi="Arial Nova" w:cs="Arial Nova"/>
      <w:b/>
      <w:bCs/>
      <w:color w:val="0070C0"/>
    </w:rPr>
  </w:style>
  <w:style w:type="character" w:customStyle="1" w:styleId="Style3Char">
    <w:name w:val="Style3 Char"/>
    <w:basedOn w:val="Policepardfaut"/>
    <w:link w:val="Style3"/>
    <w:qFormat/>
    <w:rPr>
      <w:rFonts w:ascii="Arial Nova" w:eastAsia="Arial Nova" w:hAnsi="Arial Nova" w:cs="Arial Nova"/>
      <w:b/>
      <w:bCs/>
      <w:color w:val="0070C0"/>
      <w:lang w:val="fr-FR" w:eastAsia="en-US"/>
    </w:rPr>
  </w:style>
  <w:style w:type="table" w:customStyle="1" w:styleId="Grilledutableau11">
    <w:name w:val="Grille du tableau11"/>
    <w:basedOn w:val="TableauNormal"/>
    <w:uiPriority w:val="59"/>
    <w:qFormat/>
    <w:pPr>
      <w:jc w:val="both"/>
    </w:pPr>
    <w:rPr>
      <w:rFonts w:ascii="Arial" w:hAnsi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qFormat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qFormat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Pr>
      <w:rFonts w:ascii="Arial" w:eastAsia="Times New Roman" w:hAnsi="Arial" w:cs="Arial"/>
      <w:lang w:val="fr-FR" w:eastAsia="fr-FR"/>
    </w:rPr>
  </w:style>
  <w:style w:type="table" w:customStyle="1" w:styleId="Grilledutableau1">
    <w:name w:val="Grille du tableau1"/>
    <w:basedOn w:val="TableauNormal"/>
    <w:uiPriority w:val="59"/>
    <w:qFormat/>
    <w:rPr>
      <w:rFonts w:ascii="Arial" w:eastAsia="Times New Roman" w:hAnsi="Arial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Pr>
      <w:rFonts w:ascii="Palatino" w:eastAsia="Times New Roman" w:hAnsi="Palatino" w:cs="Times New Roman"/>
      <w:sz w:val="20"/>
      <w:szCs w:val="20"/>
      <w:lang w:eastAsia="de-DE"/>
    </w:rPr>
  </w:style>
  <w:style w:type="table" w:customStyle="1" w:styleId="Grilledutableau111">
    <w:name w:val="Grille du tableau111"/>
    <w:basedOn w:val="TableauNormal"/>
    <w:uiPriority w:val="59"/>
    <w:qFormat/>
    <w:pPr>
      <w:jc w:val="both"/>
    </w:pPr>
    <w:rPr>
      <w:rFonts w:ascii="Arial" w:hAnsi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sinterligneCar">
    <w:name w:val="Sans interligne Car"/>
    <w:basedOn w:val="Policepardfaut"/>
    <w:link w:val="Sansinterligne"/>
    <w:uiPriority w:val="1"/>
    <w:qFormat/>
    <w:rPr>
      <w:rFonts w:ascii="Arial" w:hAnsi="Arial"/>
      <w:lang w:eastAsia="en-US"/>
    </w:rPr>
  </w:style>
  <w:style w:type="character" w:customStyle="1" w:styleId="CorpsdetexteCar">
    <w:name w:val="Corps de texte Car"/>
    <w:basedOn w:val="Policepardfaut"/>
    <w:link w:val="Corpsdetexte"/>
    <w:qFormat/>
    <w:rPr>
      <w:rFonts w:ascii="Arial" w:eastAsia="Times New Roman" w:hAnsi="Arial" w:cs="Arial"/>
      <w:sz w:val="24"/>
      <w:szCs w:val="24"/>
      <w:lang w:val="fr-FR" w:eastAsia="de-DE"/>
    </w:rPr>
  </w:style>
  <w:style w:type="character" w:customStyle="1" w:styleId="RetraitcorpsdetexteCar">
    <w:name w:val="Retrait corps de texte Car"/>
    <w:basedOn w:val="Policepardfaut"/>
    <w:link w:val="Retraitcorpsdetexte"/>
    <w:qFormat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qFormat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pPr>
      <w:spacing w:after="0" w:line="276" w:lineRule="auto"/>
      <w:outlineLvl w:val="9"/>
    </w:pPr>
    <w:rPr>
      <w:rFonts w:ascii="Cambria" w:eastAsia="Times New Roman" w:hAnsi="Cambria" w:cs="Times New Roman"/>
      <w:color w:val="365F91"/>
      <w:sz w:val="28"/>
    </w:rPr>
  </w:style>
  <w:style w:type="paragraph" w:customStyle="1" w:styleId="paragraphe">
    <w:name w:val="paragraphe"/>
    <w:basedOn w:val="Retraitcorpsdetexte"/>
    <w:qFormat/>
    <w:pPr>
      <w:snapToGrid w:val="0"/>
      <w:spacing w:before="60" w:after="60" w:line="360" w:lineRule="auto"/>
      <w:ind w:left="0" w:right="720"/>
      <w:jc w:val="both"/>
    </w:pPr>
    <w:rPr>
      <w:rFonts w:ascii="Arial" w:eastAsia="MS Mincho" w:hAnsi="Arial" w:cs="Arial"/>
      <w:b/>
      <w:color w:val="000000"/>
      <w:szCs w:val="20"/>
      <w:lang w:eastAsia="ja-JP"/>
    </w:rPr>
  </w:style>
  <w:style w:type="paragraph" w:customStyle="1" w:styleId="MediumGrid1-Accent21">
    <w:name w:val="Medium Grid 1 - Accent 21"/>
    <w:basedOn w:val="Normal"/>
    <w:qFormat/>
    <w:pPr>
      <w:spacing w:after="200" w:line="276" w:lineRule="auto"/>
      <w:ind w:left="720" w:right="720"/>
      <w:jc w:val="both"/>
    </w:pPr>
    <w:rPr>
      <w:rFonts w:ascii="Calibri" w:eastAsia="Times New Roman" w:hAnsi="Calibri" w:cs="Times New Roman"/>
      <w:lang w:val="en-US"/>
    </w:rPr>
  </w:style>
  <w:style w:type="paragraph" w:customStyle="1" w:styleId="spiegel-2">
    <w:name w:val="spiegel-2"/>
    <w:basedOn w:val="Normal"/>
    <w:qFormat/>
    <w:pPr>
      <w:spacing w:after="120" w:line="240" w:lineRule="atLeast"/>
      <w:ind w:left="567" w:hanging="284"/>
      <w:jc w:val="both"/>
    </w:pPr>
    <w:rPr>
      <w:rFonts w:ascii="HelveticaCondensed" w:eastAsia="Calibri" w:hAnsi="HelveticaCondensed" w:cs="Times New Roman"/>
      <w:lang w:eastAsia="de-DE"/>
    </w:rPr>
  </w:style>
  <w:style w:type="character" w:customStyle="1" w:styleId="allowtextselection">
    <w:name w:val="allowtextselection"/>
    <w:basedOn w:val="Policepardfaut"/>
    <w:qFormat/>
  </w:style>
  <w:style w:type="paragraph" w:customStyle="1" w:styleId="normaltableau">
    <w:name w:val="normal_tableau"/>
    <w:basedOn w:val="Normal"/>
    <w:qFormat/>
    <w:pPr>
      <w:spacing w:before="120" w:after="120" w:line="240" w:lineRule="atLeast"/>
      <w:jc w:val="both"/>
    </w:pPr>
    <w:rPr>
      <w:rFonts w:ascii="Optima" w:eastAsia="Times New Roman" w:hAnsi="Optima" w:cs="Times New Roman"/>
      <w:sz w:val="18"/>
      <w:szCs w:val="20"/>
      <w:lang w:eastAsia="de-DE"/>
    </w:rPr>
  </w:style>
  <w:style w:type="paragraph" w:customStyle="1" w:styleId="ListNumberLevel2">
    <w:name w:val="List Number (Level 2)"/>
    <w:basedOn w:val="Normal"/>
    <w:qFormat/>
    <w:pPr>
      <w:numPr>
        <w:ilvl w:val="1"/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paragraph" w:customStyle="1" w:styleId="ListNumberLevel3">
    <w:name w:val="List Number (Level 3)"/>
    <w:basedOn w:val="Normal"/>
    <w:qFormat/>
    <w:pPr>
      <w:numPr>
        <w:ilvl w:val="2"/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paragraph" w:customStyle="1" w:styleId="ListNumberLevel4">
    <w:name w:val="List Number (Level 4)"/>
    <w:basedOn w:val="Normal"/>
    <w:qFormat/>
    <w:pPr>
      <w:numPr>
        <w:ilvl w:val="3"/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table" w:customStyle="1" w:styleId="Grilledutableau2">
    <w:name w:val="Grille du tableau2"/>
    <w:basedOn w:val="TableauNormal"/>
    <w:uiPriority w:val="59"/>
    <w:qFormat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arkedcontent">
    <w:name w:val="markedcontent"/>
    <w:basedOn w:val="Policepardfaut"/>
    <w:qFormat/>
  </w:style>
  <w:style w:type="paragraph" w:customStyle="1" w:styleId="Style">
    <w:name w:val="Style"/>
    <w:basedOn w:val="Normal"/>
    <w:link w:val="StyleChar"/>
    <w:qFormat/>
    <w:rPr>
      <w:b/>
      <w:bCs/>
    </w:rPr>
  </w:style>
  <w:style w:type="paragraph" w:customStyle="1" w:styleId="Style1">
    <w:name w:val="Style1"/>
    <w:basedOn w:val="Normal"/>
    <w:link w:val="Style1Char"/>
    <w:qFormat/>
    <w:pPr>
      <w:tabs>
        <w:tab w:val="left" w:pos="880"/>
      </w:tabs>
    </w:pPr>
  </w:style>
  <w:style w:type="character" w:customStyle="1" w:styleId="Style1Char">
    <w:name w:val="Style1 Char"/>
    <w:basedOn w:val="Policepardfaut"/>
    <w:link w:val="Style1"/>
    <w:qFormat/>
    <w:rPr>
      <w:rFonts w:ascii="Arial" w:hAnsi="Arial"/>
      <w:lang w:val="fr-FR" w:eastAsia="en-US"/>
    </w:rPr>
  </w:style>
  <w:style w:type="character" w:customStyle="1" w:styleId="Style2Char">
    <w:name w:val="Style2 Char"/>
    <w:basedOn w:val="Policepardfaut"/>
    <w:link w:val="Style2"/>
    <w:qFormat/>
    <w:rPr>
      <w:rFonts w:ascii="Arial Nova" w:eastAsia="Arial Nova" w:hAnsi="Arial Nova" w:cs="Arial Nova"/>
      <w:b/>
      <w:bCs/>
      <w:color w:val="0070C0"/>
      <w:lang w:val="fr-FR" w:eastAsia="en-US"/>
    </w:rPr>
  </w:style>
  <w:style w:type="character" w:customStyle="1" w:styleId="StyleChar">
    <w:name w:val="Style Char"/>
    <w:basedOn w:val="Policepardfaut"/>
    <w:link w:val="Style"/>
    <w:qFormat/>
    <w:rPr>
      <w:rFonts w:ascii="Arial" w:hAnsi="Arial"/>
      <w:b/>
      <w:bCs/>
      <w:lang w:eastAsia="en-US"/>
    </w:rPr>
  </w:style>
  <w:style w:type="character" w:customStyle="1" w:styleId="Mention1">
    <w:name w:val="Mention1"/>
    <w:basedOn w:val="Policepardfaut"/>
    <w:uiPriority w:val="99"/>
    <w:unhideWhenUsed/>
    <w:qFormat/>
    <w:rPr>
      <w:color w:val="2B579A"/>
      <w:shd w:val="clear" w:color="auto" w:fill="E6E6E6"/>
    </w:rPr>
  </w:style>
  <w:style w:type="paragraph" w:customStyle="1" w:styleId="msonormal0">
    <w:name w:val="msonormal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nt5">
    <w:name w:val="font5"/>
    <w:basedOn w:val="Normal"/>
    <w:qFormat/>
    <w:pPr>
      <w:spacing w:before="100" w:beforeAutospacing="1" w:after="100" w:afterAutospacing="1"/>
    </w:pPr>
    <w:rPr>
      <w:rFonts w:eastAsia="Times New Roman" w:cs="Arial"/>
      <w:sz w:val="16"/>
      <w:szCs w:val="16"/>
      <w:lang w:eastAsia="fr-FR"/>
    </w:rPr>
  </w:style>
  <w:style w:type="paragraph" w:customStyle="1" w:styleId="font6">
    <w:name w:val="font6"/>
    <w:basedOn w:val="Normal"/>
    <w:qFormat/>
    <w:pPr>
      <w:spacing w:before="100" w:beforeAutospacing="1" w:after="100" w:afterAutospacing="1"/>
    </w:pPr>
    <w:rPr>
      <w:rFonts w:eastAsia="Times New Roman" w:cs="Arial"/>
      <w:b/>
      <w:bCs/>
      <w:sz w:val="16"/>
      <w:szCs w:val="16"/>
      <w:lang w:eastAsia="fr-FR"/>
    </w:rPr>
  </w:style>
  <w:style w:type="paragraph" w:customStyle="1" w:styleId="font7">
    <w:name w:val="font7"/>
    <w:basedOn w:val="Normal"/>
    <w:qFormat/>
    <w:pPr>
      <w:spacing w:before="100" w:beforeAutospacing="1" w:after="100" w:afterAutospacing="1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font8">
    <w:name w:val="font8"/>
    <w:basedOn w:val="Normal"/>
    <w:qFormat/>
    <w:pPr>
      <w:spacing w:before="100" w:beforeAutospacing="1" w:after="100" w:afterAutospacing="1"/>
    </w:pPr>
    <w:rPr>
      <w:rFonts w:eastAsia="Times New Roman" w:cs="Arial"/>
      <w:sz w:val="16"/>
      <w:szCs w:val="16"/>
      <w:u w:val="single"/>
      <w:lang w:eastAsia="fr-FR"/>
    </w:rPr>
  </w:style>
  <w:style w:type="paragraph" w:customStyle="1" w:styleId="xl64">
    <w:name w:val="xl64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5">
    <w:name w:val="xl65"/>
    <w:basedOn w:val="Normal"/>
    <w:qFormat/>
    <w:pP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66">
    <w:name w:val="xl66"/>
    <w:basedOn w:val="Normal"/>
    <w:qFormat/>
    <w:pP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67">
    <w:name w:val="xl67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8">
    <w:name w:val="xl68"/>
    <w:basedOn w:val="Normal"/>
    <w:qFormat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9">
    <w:name w:val="xl69"/>
    <w:basedOn w:val="Normal"/>
    <w:qFormat/>
    <w:pP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0">
    <w:name w:val="xl70"/>
    <w:basedOn w:val="Normal"/>
    <w:qFormat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1">
    <w:name w:val="xl71"/>
    <w:basedOn w:val="Normal"/>
    <w:qFormat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2">
    <w:name w:val="xl72"/>
    <w:basedOn w:val="Normal"/>
    <w:qFormat/>
    <w:pP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73">
    <w:name w:val="xl73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5">
    <w:name w:val="xl75"/>
    <w:basedOn w:val="Normal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6">
    <w:name w:val="xl76"/>
    <w:basedOn w:val="Normal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7">
    <w:name w:val="xl77"/>
    <w:basedOn w:val="Normal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8">
    <w:name w:val="xl78"/>
    <w:basedOn w:val="Normal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9">
    <w:name w:val="xl79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0">
    <w:name w:val="xl8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Univers (WN)" w:eastAsia="Times New Roman" w:hAnsi="Univers (WN)" w:cs="Times New Roman"/>
      <w:sz w:val="24"/>
      <w:szCs w:val="24"/>
      <w:lang w:eastAsia="fr-FR"/>
    </w:rPr>
  </w:style>
  <w:style w:type="paragraph" w:customStyle="1" w:styleId="xl81">
    <w:name w:val="xl81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82">
    <w:name w:val="xl82"/>
    <w:basedOn w:val="Normal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3">
    <w:name w:val="xl83"/>
    <w:basedOn w:val="Normal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4">
    <w:name w:val="xl8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85">
    <w:name w:val="xl8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0"/>
      <w:szCs w:val="20"/>
      <w:lang w:eastAsia="fr-FR"/>
    </w:rPr>
  </w:style>
  <w:style w:type="paragraph" w:customStyle="1" w:styleId="xl86">
    <w:name w:val="xl86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CC66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7">
    <w:name w:val="xl87"/>
    <w:basedOn w:val="Normal"/>
    <w:pPr>
      <w:pBdr>
        <w:top w:val="single" w:sz="4" w:space="0" w:color="808080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8">
    <w:name w:val="xl8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89">
    <w:name w:val="xl8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90">
    <w:name w:val="xl9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91">
    <w:name w:val="xl91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92">
    <w:name w:val="xl92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93">
    <w:name w:val="xl93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34"/>
      <w:szCs w:val="34"/>
      <w:lang w:eastAsia="fr-FR"/>
    </w:rPr>
  </w:style>
  <w:style w:type="paragraph" w:customStyle="1" w:styleId="xl94">
    <w:name w:val="xl94"/>
    <w:basedOn w:val="Normal"/>
    <w:pP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95">
    <w:name w:val="xl95"/>
    <w:basedOn w:val="Normal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96">
    <w:name w:val="xl96"/>
    <w:basedOn w:val="Normal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97">
    <w:name w:val="xl97"/>
    <w:basedOn w:val="Normal"/>
    <w:pPr>
      <w:spacing w:before="100" w:beforeAutospacing="1" w:after="100" w:afterAutospacing="1"/>
      <w:textAlignment w:val="center"/>
    </w:pPr>
    <w:rPr>
      <w:rFonts w:eastAsia="Times New Roman" w:cs="Arial"/>
      <w:color w:val="808080"/>
      <w:sz w:val="44"/>
      <w:szCs w:val="44"/>
      <w:lang w:eastAsia="fr-FR"/>
    </w:rPr>
  </w:style>
  <w:style w:type="paragraph" w:customStyle="1" w:styleId="xl98">
    <w:name w:val="xl98"/>
    <w:basedOn w:val="Normal"/>
    <w:pPr>
      <w:spacing w:before="100" w:beforeAutospacing="1" w:after="100" w:afterAutospacing="1"/>
      <w:textAlignment w:val="center"/>
    </w:pPr>
    <w:rPr>
      <w:rFonts w:eastAsia="Times New Roman" w:cs="Arial"/>
      <w:color w:val="808080"/>
      <w:sz w:val="44"/>
      <w:szCs w:val="44"/>
      <w:lang w:eastAsia="fr-FR"/>
    </w:rPr>
  </w:style>
  <w:style w:type="paragraph" w:customStyle="1" w:styleId="xl99">
    <w:name w:val="xl99"/>
    <w:basedOn w:val="Normal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i/>
      <w:iCs/>
      <w:color w:val="7F7F7F"/>
      <w:sz w:val="24"/>
      <w:szCs w:val="24"/>
      <w:lang w:eastAsia="fr-FR"/>
    </w:rPr>
  </w:style>
  <w:style w:type="paragraph" w:customStyle="1" w:styleId="xl100">
    <w:name w:val="xl100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01">
    <w:name w:val="xl101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2">
    <w:name w:val="xl102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3">
    <w:name w:val="xl103"/>
    <w:basedOn w:val="Normal"/>
    <w:pPr>
      <w:pBdr>
        <w:top w:val="single" w:sz="4" w:space="0" w:color="auto"/>
        <w:left w:val="single" w:sz="4" w:space="0" w:color="auto"/>
        <w:bottom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4">
    <w:name w:val="xl104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5">
    <w:name w:val="xl105"/>
    <w:basedOn w:val="Normal"/>
    <w:pPr>
      <w:pBdr>
        <w:top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6">
    <w:name w:val="xl106"/>
    <w:basedOn w:val="Normal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7">
    <w:name w:val="xl107"/>
    <w:basedOn w:val="Normal"/>
    <w:pPr>
      <w:pBdr>
        <w:top w:val="single" w:sz="4" w:space="0" w:color="808080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8">
    <w:name w:val="xl108"/>
    <w:basedOn w:val="Normal"/>
    <w:pPr>
      <w:pBdr>
        <w:top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9">
    <w:name w:val="xl109"/>
    <w:basedOn w:val="Normal"/>
    <w:pPr>
      <w:pBdr>
        <w:top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0">
    <w:name w:val="xl11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1">
    <w:name w:val="xl111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2">
    <w:name w:val="xl112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3">
    <w:name w:val="xl113"/>
    <w:basedOn w:val="Normal"/>
    <w:pPr>
      <w:pBdr>
        <w:top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4">
    <w:name w:val="xl114"/>
    <w:basedOn w:val="Normal"/>
    <w:pPr>
      <w:pBdr>
        <w:top w:val="single" w:sz="4" w:space="0" w:color="auto"/>
        <w:bottom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5">
    <w:name w:val="xl11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6">
    <w:name w:val="xl116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7">
    <w:name w:val="xl117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8">
    <w:name w:val="xl118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9">
    <w:name w:val="xl119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20">
    <w:name w:val="xl12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1">
    <w:name w:val="xl121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2">
    <w:name w:val="xl122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3">
    <w:name w:val="xl12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4">
    <w:name w:val="xl1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0"/>
      <w:szCs w:val="20"/>
      <w:lang w:eastAsia="fr-FR"/>
    </w:rPr>
  </w:style>
  <w:style w:type="paragraph" w:customStyle="1" w:styleId="xl125">
    <w:name w:val="xl125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6">
    <w:name w:val="xl126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7">
    <w:name w:val="xl127"/>
    <w:basedOn w:val="Normal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28">
    <w:name w:val="xl128"/>
    <w:basedOn w:val="Normal"/>
    <w:pP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29">
    <w:name w:val="xl12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30">
    <w:name w:val="xl130"/>
    <w:basedOn w:val="Normal"/>
    <w:pPr>
      <w:pBdr>
        <w:top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1">
    <w:name w:val="xl131"/>
    <w:basedOn w:val="Normal"/>
    <w:pPr>
      <w:pBdr>
        <w:top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32">
    <w:name w:val="xl132"/>
    <w:basedOn w:val="Normal"/>
    <w:pPr>
      <w:pBdr>
        <w:top w:val="single" w:sz="4" w:space="0" w:color="80808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33">
    <w:name w:val="xl133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4">
    <w:name w:val="xl134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5">
    <w:name w:val="xl135"/>
    <w:basedOn w:val="Normal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6">
    <w:name w:val="xl136"/>
    <w:basedOn w:val="Normal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7">
    <w:name w:val="xl137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8">
    <w:name w:val="xl13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39">
    <w:name w:val="xl13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40">
    <w:name w:val="xl140"/>
    <w:basedOn w:val="Normal"/>
    <w:qFormat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41">
    <w:name w:val="xl141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2">
    <w:name w:val="xl1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3">
    <w:name w:val="xl1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44">
    <w:name w:val="xl144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5">
    <w:name w:val="xl145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46">
    <w:name w:val="xl146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47">
    <w:name w:val="xl147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color w:val="000000"/>
      <w:sz w:val="24"/>
      <w:szCs w:val="24"/>
      <w:lang w:eastAsia="fr-FR"/>
    </w:rPr>
  </w:style>
  <w:style w:type="paragraph" w:customStyle="1" w:styleId="xl148">
    <w:name w:val="xl148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9">
    <w:name w:val="xl14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50">
    <w:name w:val="xl150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51">
    <w:name w:val="xl151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 w:cs="Arial"/>
      <w:b/>
      <w:bCs/>
      <w:color w:val="000000"/>
      <w:sz w:val="20"/>
      <w:szCs w:val="20"/>
      <w:lang w:eastAsia="fr-FR"/>
    </w:rPr>
  </w:style>
  <w:style w:type="paragraph" w:customStyle="1" w:styleId="xl152">
    <w:name w:val="xl152"/>
    <w:basedOn w:val="Normal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 w:cs="Arial"/>
      <w:b/>
      <w:bCs/>
      <w:color w:val="000000"/>
      <w:sz w:val="20"/>
      <w:szCs w:val="20"/>
      <w:lang w:eastAsia="fr-FR"/>
    </w:rPr>
  </w:style>
  <w:style w:type="paragraph" w:customStyle="1" w:styleId="xl153">
    <w:name w:val="xl153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54">
    <w:name w:val="xl154"/>
    <w:basedOn w:val="Normal"/>
    <w:pPr>
      <w:pBdr>
        <w:top w:val="single" w:sz="4" w:space="0" w:color="80808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55">
    <w:name w:val="xl155"/>
    <w:basedOn w:val="Normal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56">
    <w:name w:val="xl156"/>
    <w:basedOn w:val="Normal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57">
    <w:name w:val="xl157"/>
    <w:basedOn w:val="Normal"/>
    <w:pP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58">
    <w:name w:val="xl158"/>
    <w:basedOn w:val="Normal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59">
    <w:name w:val="xl159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60">
    <w:name w:val="xl160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61">
    <w:name w:val="xl161"/>
    <w:basedOn w:val="Normal"/>
    <w:pPr>
      <w:pBdr>
        <w:top w:val="single" w:sz="4" w:space="0" w:color="808080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62">
    <w:name w:val="xl162"/>
    <w:basedOn w:val="Normal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i/>
      <w:iCs/>
      <w:color w:val="7F7F7F"/>
      <w:sz w:val="24"/>
      <w:szCs w:val="24"/>
      <w:lang w:eastAsia="fr-FR"/>
    </w:rPr>
  </w:style>
  <w:style w:type="paragraph" w:customStyle="1" w:styleId="xl163">
    <w:name w:val="xl163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4">
    <w:name w:val="xl164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65">
    <w:name w:val="xl165"/>
    <w:basedOn w:val="Normal"/>
    <w:pP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6">
    <w:name w:val="xl166"/>
    <w:basedOn w:val="Normal"/>
    <w:pP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7">
    <w:name w:val="xl167"/>
    <w:basedOn w:val="Normal"/>
    <w:pPr>
      <w:shd w:val="clear" w:color="000000" w:fill="FFFFCC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8">
    <w:name w:val="xl168"/>
    <w:basedOn w:val="Normal"/>
    <w:pPr>
      <w:pBdr>
        <w:top w:val="single" w:sz="4" w:space="0" w:color="auto"/>
      </w:pBd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9">
    <w:name w:val="xl169"/>
    <w:basedOn w:val="Normal"/>
    <w:pP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0">
    <w:name w:val="xl170"/>
    <w:basedOn w:val="Normal"/>
    <w:pP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1">
    <w:name w:val="xl171"/>
    <w:basedOn w:val="Normal"/>
    <w:qFormat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2">
    <w:name w:val="xl172"/>
    <w:basedOn w:val="Normal"/>
    <w:qFormat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3">
    <w:name w:val="xl173"/>
    <w:basedOn w:val="Normal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4">
    <w:name w:val="xl174"/>
    <w:basedOn w:val="Normal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75">
    <w:name w:val="xl175"/>
    <w:basedOn w:val="Normal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76">
    <w:name w:val="xl176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34"/>
      <w:szCs w:val="34"/>
      <w:lang w:eastAsia="fr-FR"/>
    </w:rPr>
  </w:style>
  <w:style w:type="paragraph" w:customStyle="1" w:styleId="xl177">
    <w:name w:val="xl177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12"/>
      <w:szCs w:val="12"/>
      <w:lang w:eastAsia="fr-FR"/>
    </w:rPr>
  </w:style>
  <w:style w:type="paragraph" w:customStyle="1" w:styleId="xl178">
    <w:name w:val="xl178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12"/>
      <w:szCs w:val="12"/>
      <w:lang w:eastAsia="fr-FR"/>
    </w:rPr>
  </w:style>
  <w:style w:type="paragraph" w:customStyle="1" w:styleId="xl179">
    <w:name w:val="xl179"/>
    <w:basedOn w:val="Normal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0">
    <w:name w:val="xl180"/>
    <w:basedOn w:val="Normal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1">
    <w:name w:val="xl181"/>
    <w:basedOn w:val="Normal"/>
    <w:pPr>
      <w:pBdr>
        <w:top w:val="single" w:sz="4" w:space="0" w:color="auto"/>
      </w:pBd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2">
    <w:name w:val="xl182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3">
    <w:name w:val="xl183"/>
    <w:basedOn w:val="Normal"/>
    <w:pPr>
      <w:pBdr>
        <w:top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5608D9"/>
  </w:style>
  <w:style w:type="character" w:customStyle="1" w:styleId="eop">
    <w:name w:val="eop"/>
    <w:basedOn w:val="Policepardfaut"/>
    <w:rsid w:val="005608D9"/>
  </w:style>
  <w:style w:type="paragraph" w:customStyle="1" w:styleId="paragraph">
    <w:name w:val="paragraph"/>
    <w:basedOn w:val="Normal"/>
    <w:rsid w:val="005608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Rvision">
    <w:name w:val="Revision"/>
    <w:hidden/>
    <w:uiPriority w:val="99"/>
    <w:unhideWhenUsed/>
    <w:rsid w:val="0073341E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mailto:keiteconso@gmail.co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radiomambe@yahoo.fr" TargetMode="Externa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mailto:lassinecisse@yahoo.fr" TargetMode="External"/><Relationship Id="rId25" Type="http://schemas.openxmlformats.org/officeDocument/2006/relationships/hyperlink" Target="mailto:radio_fasokanu@yahoo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20" Type="http://schemas.openxmlformats.org/officeDocument/2006/relationships/hyperlink" Target="mailto:jonathandoumbia76@gmail.com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mailto:ndretogo111@yahoo.fr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mailto:rbkolokani@afribone.net.ml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drissaodjouma@gmail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mailto:marademeradio@gmail.com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t_noufenyo\Downloads\41-14-tor-vertraege-unter-eu-schwellenwert-de%20(1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0F779ACB57D64A9CB2EA069031DF4C" ma:contentTypeVersion="16" ma:contentTypeDescription="Ein neues Dokument erstellen." ma:contentTypeScope="" ma:versionID="559177f8df4ef5252018ff799ede893f">
  <xsd:schema xmlns:xsd="http://www.w3.org/2001/XMLSchema" xmlns:xs="http://www.w3.org/2001/XMLSchema" xmlns:p="http://schemas.microsoft.com/office/2006/metadata/properties" xmlns:ns3="e6babcd2-b93f-45a2-9f9a-4e6f2ad3ddb7" xmlns:ns4="074da8df-e6db-4415-82aa-c51afe581822" targetNamespace="http://schemas.microsoft.com/office/2006/metadata/properties" ma:root="true" ma:fieldsID="f2ac5d1f7af79a315260ff1a449d79ce" ns3:_="" ns4:_="">
    <xsd:import namespace="e6babcd2-b93f-45a2-9f9a-4e6f2ad3ddb7"/>
    <xsd:import namespace="074da8df-e6db-4415-82aa-c51afe5818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abcd2-b93f-45a2-9f9a-4e6f2ad3dd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da8df-e6db-4415-82aa-c51afe5818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6babcd2-b93f-45a2-9f9a-4e6f2ad3ddb7" xsi:nil="true"/>
  </documentManagement>
</p:properties>
</file>

<file path=customXml/itemProps1.xml><?xml version="1.0" encoding="utf-8"?>
<ds:datastoreItem xmlns:ds="http://schemas.openxmlformats.org/officeDocument/2006/customXml" ds:itemID="{D09D5DC8-42C6-46FE-81E6-2C91091EF6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D1F97429-1624-48B2-8E36-AD92F665D4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5CEEBE-27F4-4062-A003-0339AB14D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babcd2-b93f-45a2-9f9a-4e6f2ad3ddb7"/>
    <ds:schemaRef ds:uri="074da8df-e6db-4415-82aa-c51afe5818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94EFAF6-22EA-429D-B8B7-A6791C2CBE3B}">
  <ds:schemaRefs>
    <ds:schemaRef ds:uri="http://schemas.microsoft.com/office/2006/metadata/properties"/>
    <ds:schemaRef ds:uri="http://schemas.microsoft.com/office/infopath/2007/PartnerControls"/>
    <ds:schemaRef ds:uri="e6babcd2-b93f-45a2-9f9a-4e6f2ad3dd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41-14-tor-vertraege-unter-eu-schwellenwert-de (1)</Template>
  <TotalTime>0</TotalTime>
  <Pages>5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 41-14-1-de, Leistungsbeschreibung (ToR) für die Beschaffung von Dienstleistungen unterhalb des EU Schwellenwertes, deutsch, Stand November 2019</vt:lpstr>
    </vt:vector>
  </TitlesOfParts>
  <Company>GIZ GmbH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41-14-1-de, Leistungsbeschreibung (ToR) für die Beschaffung von Dienstleistungen unterhalb des EU Schwellenwertes, deutsch, Stand November 2019</dc:title>
  <dc:creator>Youmbi Noufena</dc:creator>
  <cp:lastModifiedBy>Camara, Fily Pierre GIZ ML</cp:lastModifiedBy>
  <cp:revision>2</cp:revision>
  <cp:lastPrinted>2022-07-14T09:42:00Z</cp:lastPrinted>
  <dcterms:created xsi:type="dcterms:W3CDTF">2024-09-10T11:53:00Z</dcterms:created>
  <dcterms:modified xsi:type="dcterms:W3CDTF">2024-09-10T11:53:00Z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0x010100540F779ACB57D64A9CB2EA069031DF4C</vt:lpwstr>
  </property>
  <property fmtid="{D5CDD505-2E9C-101B-9397-08002B2CF9AE}" pid="3" name="KSOProductBuildVer">
    <vt:lpwstr>1036-11.2.0.11254</vt:lpwstr>
  </property>
  <property fmtid="{D5CDD505-2E9C-101B-9397-08002B2CF9AE}" pid="4" name="ICV">
    <vt:lpwstr>8A0C55DAEED348519603E4A40EF27308</vt:lpwstr>
  </property>
</Properties>
</file>